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803EB6" w:rsidRPr="00803EB6">
        <w:rPr>
          <w:rFonts w:ascii="Corbel" w:hAnsi="Corbel"/>
          <w:b/>
          <w:smallCaps/>
          <w:sz w:val="24"/>
          <w:szCs w:val="24"/>
        </w:rPr>
        <w:t>20</w:t>
      </w:r>
      <w:r w:rsidR="003314E8">
        <w:rPr>
          <w:rFonts w:ascii="Corbel" w:hAnsi="Corbel"/>
          <w:b/>
          <w:smallCaps/>
          <w:sz w:val="24"/>
          <w:szCs w:val="24"/>
        </w:rPr>
        <w:t>2</w:t>
      </w:r>
      <w:r w:rsidR="00B77D36">
        <w:rPr>
          <w:rFonts w:ascii="Corbel" w:hAnsi="Corbel"/>
          <w:b/>
          <w:smallCaps/>
          <w:sz w:val="24"/>
          <w:szCs w:val="24"/>
        </w:rPr>
        <w:t>1</w:t>
      </w:r>
      <w:r w:rsidR="00803EB6" w:rsidRPr="00803EB6">
        <w:rPr>
          <w:rFonts w:ascii="Corbel" w:hAnsi="Corbel"/>
          <w:b/>
          <w:smallCaps/>
          <w:sz w:val="24"/>
          <w:szCs w:val="24"/>
        </w:rPr>
        <w:t>-202</w:t>
      </w:r>
      <w:r w:rsidR="00B77D36">
        <w:rPr>
          <w:rFonts w:ascii="Corbel" w:hAnsi="Corbel"/>
          <w:b/>
          <w:smallCaps/>
          <w:sz w:val="24"/>
          <w:szCs w:val="24"/>
        </w:rPr>
        <w:t>6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803EB6">
        <w:rPr>
          <w:rFonts w:ascii="Corbel" w:hAnsi="Corbel"/>
          <w:sz w:val="20"/>
          <w:szCs w:val="20"/>
        </w:rPr>
        <w:t xml:space="preserve">Rok akademicki   </w:t>
      </w:r>
      <w:r w:rsidR="006B434B">
        <w:rPr>
          <w:rFonts w:ascii="Corbel" w:hAnsi="Corbel"/>
          <w:smallCaps/>
          <w:sz w:val="24"/>
          <w:szCs w:val="24"/>
        </w:rPr>
        <w:t>202</w:t>
      </w:r>
      <w:r w:rsidR="00B77D36">
        <w:rPr>
          <w:rFonts w:ascii="Corbel" w:hAnsi="Corbel"/>
          <w:smallCaps/>
          <w:sz w:val="24"/>
          <w:szCs w:val="24"/>
        </w:rPr>
        <w:t>4</w:t>
      </w:r>
      <w:r w:rsidR="006B434B">
        <w:rPr>
          <w:rFonts w:ascii="Corbel" w:hAnsi="Corbel"/>
          <w:smallCaps/>
          <w:sz w:val="24"/>
          <w:szCs w:val="24"/>
        </w:rPr>
        <w:t>/2</w:t>
      </w:r>
      <w:r w:rsidR="003314E8">
        <w:rPr>
          <w:rFonts w:ascii="Corbel" w:hAnsi="Corbel"/>
          <w:smallCaps/>
          <w:sz w:val="24"/>
          <w:szCs w:val="24"/>
        </w:rPr>
        <w:t>02</w:t>
      </w:r>
      <w:r w:rsidR="00B77D36">
        <w:rPr>
          <w:rFonts w:ascii="Corbel" w:hAnsi="Corbel"/>
          <w:smallCaps/>
          <w:sz w:val="24"/>
          <w:szCs w:val="24"/>
        </w:rPr>
        <w:t>5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094D8B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510926" w:rsidRDefault="00106B51" w:rsidP="00094D8B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510926">
              <w:rPr>
                <w:rFonts w:ascii="Corbel" w:hAnsi="Corbel"/>
                <w:sz w:val="24"/>
                <w:szCs w:val="24"/>
              </w:rPr>
              <w:t>Strategie edukacyjne w przedszkolu i w szkole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</w:t>
            </w:r>
            <w:r w:rsidR="00C05F44">
              <w:rPr>
                <w:rFonts w:ascii="Corbel" w:hAnsi="Corbel"/>
                <w:sz w:val="24"/>
                <w:szCs w:val="24"/>
              </w:rPr>
              <w:t>a</w:t>
            </w:r>
            <w:r w:rsidR="00C05F44"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B269C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B269C0" w:rsidRPr="009C54AE" w:rsidTr="00B819C8">
        <w:tc>
          <w:tcPr>
            <w:tcW w:w="2694" w:type="dxa"/>
            <w:vAlign w:val="center"/>
          </w:tcPr>
          <w:p w:rsidR="00B269C0" w:rsidRPr="009C54AE" w:rsidRDefault="00B269C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:rsidR="00B269C0" w:rsidRPr="009C54AE" w:rsidRDefault="00B269C0" w:rsidP="009C595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B269C0" w:rsidRPr="009C54AE" w:rsidTr="00B819C8">
        <w:tc>
          <w:tcPr>
            <w:tcW w:w="2694" w:type="dxa"/>
            <w:vAlign w:val="center"/>
          </w:tcPr>
          <w:p w:rsidR="00B269C0" w:rsidRPr="009C54AE" w:rsidRDefault="00B269C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B269C0" w:rsidRPr="009C54AE" w:rsidRDefault="00B269C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B269C0" w:rsidRPr="009C54AE" w:rsidTr="00B819C8">
        <w:tc>
          <w:tcPr>
            <w:tcW w:w="2694" w:type="dxa"/>
            <w:vAlign w:val="center"/>
          </w:tcPr>
          <w:p w:rsidR="00B269C0" w:rsidRPr="009C54AE" w:rsidRDefault="00B269C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B269C0" w:rsidRPr="009C54AE" w:rsidRDefault="00B269C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B269C0" w:rsidRPr="009C54AE" w:rsidTr="000E31D3">
        <w:trPr>
          <w:trHeight w:val="70"/>
        </w:trPr>
        <w:tc>
          <w:tcPr>
            <w:tcW w:w="2694" w:type="dxa"/>
            <w:vAlign w:val="center"/>
          </w:tcPr>
          <w:p w:rsidR="00B269C0" w:rsidRPr="009C54AE" w:rsidRDefault="00B269C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B269C0" w:rsidRPr="009C54AE" w:rsidRDefault="00B269C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B269C0" w:rsidRPr="009C54AE" w:rsidTr="00B819C8">
        <w:tc>
          <w:tcPr>
            <w:tcW w:w="2694" w:type="dxa"/>
            <w:vAlign w:val="center"/>
          </w:tcPr>
          <w:p w:rsidR="00B269C0" w:rsidRPr="009C54AE" w:rsidRDefault="00B269C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B269C0" w:rsidRPr="009C54AE" w:rsidRDefault="00B269C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B269C0" w:rsidRPr="009C54AE" w:rsidTr="00B819C8">
        <w:tc>
          <w:tcPr>
            <w:tcW w:w="2694" w:type="dxa"/>
            <w:vAlign w:val="center"/>
          </w:tcPr>
          <w:p w:rsidR="00B269C0" w:rsidRPr="009C54AE" w:rsidRDefault="00B269C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B269C0" w:rsidRPr="009C54AE" w:rsidRDefault="00B269C0" w:rsidP="00462BC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IV,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.  7 i 8</w:t>
            </w:r>
          </w:p>
        </w:tc>
      </w:tr>
      <w:tr w:rsidR="00B269C0" w:rsidRPr="009C54AE" w:rsidTr="00B819C8">
        <w:tc>
          <w:tcPr>
            <w:tcW w:w="2694" w:type="dxa"/>
            <w:vAlign w:val="center"/>
          </w:tcPr>
          <w:p w:rsidR="00B269C0" w:rsidRPr="009C54AE" w:rsidRDefault="00B269C0" w:rsidP="00094D8B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B269C0" w:rsidRPr="00E41357" w:rsidRDefault="00B269C0" w:rsidP="00094D8B">
            <w:pPr>
              <w:spacing w:after="0" w:line="240" w:lineRule="auto"/>
              <w:ind w:right="251"/>
              <w:rPr>
                <w:rFonts w:ascii="Corbel" w:hAnsi="Corbel"/>
                <w:lang w:eastAsia="pl-PL"/>
              </w:rPr>
            </w:pPr>
            <w:r>
              <w:rPr>
                <w:rFonts w:ascii="Corbel" w:eastAsia="Times New Roman" w:hAnsi="Corbel"/>
                <w:color w:val="00000A"/>
                <w:sz w:val="24"/>
              </w:rPr>
              <w:t xml:space="preserve">C. </w:t>
            </w:r>
            <w:r w:rsidRPr="00E41357">
              <w:rPr>
                <w:rFonts w:ascii="Corbel" w:eastAsia="Times New Roman" w:hAnsi="Corbel"/>
                <w:color w:val="00000A"/>
                <w:sz w:val="24"/>
              </w:rPr>
              <w:t xml:space="preserve">Wspieranie rozwoju dzieci w wieku przedszkolnym i młodszym wieku szkolnym  </w:t>
            </w:r>
          </w:p>
        </w:tc>
      </w:tr>
      <w:tr w:rsidR="00B269C0" w:rsidRPr="009C54AE" w:rsidTr="00B819C8">
        <w:tc>
          <w:tcPr>
            <w:tcW w:w="2694" w:type="dxa"/>
            <w:vAlign w:val="center"/>
          </w:tcPr>
          <w:p w:rsidR="00B269C0" w:rsidRPr="009C54AE" w:rsidRDefault="00B269C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B269C0" w:rsidRPr="009C54AE" w:rsidRDefault="00B269C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B269C0" w:rsidRPr="009C54AE" w:rsidTr="00B819C8">
        <w:tc>
          <w:tcPr>
            <w:tcW w:w="2694" w:type="dxa"/>
            <w:vAlign w:val="center"/>
          </w:tcPr>
          <w:p w:rsidR="00B269C0" w:rsidRPr="009C54AE" w:rsidRDefault="00B269C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B269C0" w:rsidRPr="009C54AE" w:rsidRDefault="00B269C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Sławomira Pusz</w:t>
            </w:r>
          </w:p>
        </w:tc>
      </w:tr>
      <w:tr w:rsidR="00B269C0" w:rsidRPr="009C54AE" w:rsidTr="00B819C8">
        <w:tc>
          <w:tcPr>
            <w:tcW w:w="2694" w:type="dxa"/>
            <w:vAlign w:val="center"/>
          </w:tcPr>
          <w:p w:rsidR="00B269C0" w:rsidRPr="009C54AE" w:rsidRDefault="00B269C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:rsidR="00B269C0" w:rsidRPr="009C54AE" w:rsidRDefault="00B269C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135572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13557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462BC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A5180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A5180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106B5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106B51" w:rsidRPr="009C54AE" w:rsidTr="0013557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B51" w:rsidRDefault="00462BC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B51" w:rsidRDefault="00A5180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B51" w:rsidRDefault="00A5180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B51" w:rsidRPr="009C54AE" w:rsidRDefault="00106B5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B51" w:rsidRPr="009C54AE" w:rsidRDefault="00106B5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B51" w:rsidRPr="009C54AE" w:rsidRDefault="00106B5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B51" w:rsidRPr="009C54AE" w:rsidRDefault="00106B5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B51" w:rsidRPr="009C54AE" w:rsidRDefault="00106B5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B51" w:rsidRPr="009C54AE" w:rsidRDefault="00106B5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B51" w:rsidRDefault="00106B5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C75F0B" w:rsidP="00C75F0B">
      <w:pPr>
        <w:pStyle w:val="Punktygwne"/>
        <w:spacing w:before="0" w:after="0"/>
        <w:ind w:firstLine="284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9C54AE" w:rsidRDefault="00E22FBC" w:rsidP="0067739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67739B">
        <w:rPr>
          <w:rFonts w:ascii="Corbel" w:hAnsi="Corbel"/>
          <w:smallCaps w:val="0"/>
          <w:szCs w:val="24"/>
          <w:u w:val="single"/>
        </w:rPr>
        <w:t>egzamin</w:t>
      </w:r>
      <w:bookmarkStart w:id="0" w:name="_GoBack"/>
      <w:bookmarkEnd w:id="0"/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8817F3" w:rsidP="0067739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posiada wiedzę i umiejętności z zakresu teoretycznych podstaw kształcenia, teoretyc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nych podstaw wychowania, psychologii ogólnej i rozwojowej 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74398B" w:rsidRPr="009C54AE" w:rsidTr="0010565C">
        <w:tc>
          <w:tcPr>
            <w:tcW w:w="844" w:type="dxa"/>
            <w:vAlign w:val="center"/>
          </w:tcPr>
          <w:p w:rsidR="0074398B" w:rsidRPr="009C54AE" w:rsidRDefault="0074398B" w:rsidP="00A26025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</w:tcPr>
          <w:p w:rsidR="0074398B" w:rsidRPr="00E07019" w:rsidRDefault="00AC2BF9" w:rsidP="00A26025">
            <w:pPr>
              <w:spacing w:after="0" w:line="240" w:lineRule="auto"/>
            </w:pPr>
            <w:r>
              <w:rPr>
                <w:rFonts w:ascii="Corbel" w:hAnsi="Corbel"/>
                <w:sz w:val="24"/>
                <w:szCs w:val="24"/>
              </w:rPr>
              <w:t>Poznanie współczesnych teorii i koncepcji w pedagogice wczesnoszkolnej i prze</w:t>
            </w:r>
            <w:r>
              <w:rPr>
                <w:rFonts w:ascii="Corbel" w:hAnsi="Corbel"/>
                <w:sz w:val="24"/>
                <w:szCs w:val="24"/>
              </w:rPr>
              <w:t>d</w:t>
            </w:r>
            <w:r>
              <w:rPr>
                <w:rFonts w:ascii="Corbel" w:hAnsi="Corbel"/>
                <w:sz w:val="24"/>
                <w:szCs w:val="24"/>
              </w:rPr>
              <w:t>szkolnej oraz ich kulturowych uwarunkowań.</w:t>
            </w:r>
          </w:p>
        </w:tc>
      </w:tr>
      <w:tr w:rsidR="00AC2BF9" w:rsidRPr="009C54AE" w:rsidTr="008506A7">
        <w:tc>
          <w:tcPr>
            <w:tcW w:w="844" w:type="dxa"/>
            <w:vAlign w:val="center"/>
          </w:tcPr>
          <w:p w:rsidR="00AC2BF9" w:rsidRPr="009C54AE" w:rsidRDefault="00AC2BF9" w:rsidP="00A26025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:rsidR="00AC2BF9" w:rsidRDefault="00AC2BF9" w:rsidP="00A26025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Kształtowanie umiejętności  indywidualizacji w procesie dydaktyczno- wychowa</w:t>
            </w: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w</w:t>
            </w: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czym w edukacji przedszkolnej i wczesnoszkolnej</w:t>
            </w:r>
            <w:r w:rsidR="00E56519">
              <w:rPr>
                <w:rFonts w:ascii="Corbel" w:hAnsi="Corbel"/>
                <w:b w:val="0"/>
                <w:sz w:val="24"/>
                <w:szCs w:val="24"/>
                <w:lang w:eastAsia="en-US"/>
              </w:rPr>
              <w:t>.</w:t>
            </w:r>
          </w:p>
        </w:tc>
      </w:tr>
      <w:tr w:rsidR="00AC2BF9" w:rsidRPr="009C54AE" w:rsidTr="008506A7">
        <w:tc>
          <w:tcPr>
            <w:tcW w:w="844" w:type="dxa"/>
            <w:vAlign w:val="center"/>
          </w:tcPr>
          <w:p w:rsidR="00AC2BF9" w:rsidRPr="009C54AE" w:rsidRDefault="00AC2BF9" w:rsidP="00A26025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6" w:type="dxa"/>
            <w:vAlign w:val="center"/>
          </w:tcPr>
          <w:p w:rsidR="00AC2BF9" w:rsidRDefault="00AC2BF9" w:rsidP="00A26025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AC2BF9">
              <w:rPr>
                <w:rFonts w:ascii="Corbel" w:hAnsi="Corbel"/>
                <w:b w:val="0"/>
                <w:sz w:val="24"/>
                <w:szCs w:val="24"/>
                <w:lang w:eastAsia="en-US"/>
              </w:rPr>
              <w:t>Kształtowanie umiejętności projektowania spersonalizowanych strategii edukacy</w:t>
            </w:r>
            <w:r w:rsidRPr="00AC2BF9">
              <w:rPr>
                <w:rFonts w:ascii="Corbel" w:hAnsi="Corbel"/>
                <w:b w:val="0"/>
                <w:sz w:val="24"/>
                <w:szCs w:val="24"/>
                <w:lang w:eastAsia="en-US"/>
              </w:rPr>
              <w:t>j</w:t>
            </w:r>
            <w:r w:rsidRPr="00AC2BF9">
              <w:rPr>
                <w:rFonts w:ascii="Corbel" w:hAnsi="Corbel"/>
                <w:b w:val="0"/>
                <w:sz w:val="24"/>
                <w:szCs w:val="24"/>
                <w:lang w:eastAsia="en-US"/>
              </w:rPr>
              <w:t>nych w przedszkolu i klasach I–III szkoły podstawowej</w:t>
            </w:r>
            <w:r w:rsidR="00E56519">
              <w:rPr>
                <w:rFonts w:ascii="Corbel" w:hAnsi="Corbel"/>
                <w:b w:val="0"/>
                <w:sz w:val="24"/>
                <w:szCs w:val="24"/>
                <w:lang w:eastAsia="en-US"/>
              </w:rPr>
              <w:t>.</w:t>
            </w:r>
          </w:p>
        </w:tc>
      </w:tr>
      <w:tr w:rsidR="0074398B" w:rsidRPr="009C54AE" w:rsidTr="0010565C">
        <w:tc>
          <w:tcPr>
            <w:tcW w:w="844" w:type="dxa"/>
            <w:vAlign w:val="center"/>
          </w:tcPr>
          <w:p w:rsidR="0074398B" w:rsidRPr="009C54AE" w:rsidRDefault="0074398B" w:rsidP="00A26025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6" w:type="dxa"/>
          </w:tcPr>
          <w:p w:rsidR="0074398B" w:rsidRPr="0067739B" w:rsidRDefault="00AC2BF9" w:rsidP="00A26025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</w:rPr>
            </w:pPr>
            <w:r w:rsidRPr="0067739B">
              <w:rPr>
                <w:rFonts w:ascii="Corbel" w:eastAsia="Times New Roman" w:hAnsi="Corbel"/>
                <w:sz w:val="24"/>
                <w:szCs w:val="24"/>
              </w:rPr>
              <w:t>Kształtowanie umiejętności rozpoznawania potrzeb, możliwości i uzdolnień dziecka lub ucznia, a także planowania i realizacji działań</w:t>
            </w:r>
            <w:r w:rsidR="00E56519">
              <w:rPr>
                <w:rFonts w:ascii="Corbel" w:eastAsia="Times New Roman" w:hAnsi="Corbel"/>
                <w:sz w:val="24"/>
                <w:szCs w:val="24"/>
              </w:rPr>
              <w:t xml:space="preserve"> wszechstronnie</w:t>
            </w:r>
            <w:r w:rsidRPr="0067739B">
              <w:rPr>
                <w:rFonts w:ascii="Corbel" w:eastAsia="Times New Roman" w:hAnsi="Corbel"/>
                <w:sz w:val="24"/>
                <w:szCs w:val="24"/>
              </w:rPr>
              <w:t xml:space="preserve"> </w:t>
            </w:r>
            <w:r w:rsidR="00E56519">
              <w:rPr>
                <w:rFonts w:ascii="Corbel" w:eastAsia="Times New Roman" w:hAnsi="Corbel"/>
                <w:sz w:val="24"/>
                <w:szCs w:val="24"/>
              </w:rPr>
              <w:t>wspierających w</w:t>
            </w:r>
            <w:r w:rsidR="00E56519">
              <w:rPr>
                <w:rFonts w:ascii="Corbel" w:eastAsia="Times New Roman" w:hAnsi="Corbel"/>
                <w:sz w:val="24"/>
                <w:szCs w:val="24"/>
              </w:rPr>
              <w:t>y</w:t>
            </w:r>
            <w:r w:rsidR="00E56519">
              <w:rPr>
                <w:rFonts w:ascii="Corbel" w:eastAsia="Times New Roman" w:hAnsi="Corbel"/>
                <w:sz w:val="24"/>
                <w:szCs w:val="24"/>
              </w:rPr>
              <w:t>chowanka.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:rsidTr="00E95F74">
        <w:tc>
          <w:tcPr>
            <w:tcW w:w="168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E95F74">
        <w:tc>
          <w:tcPr>
            <w:tcW w:w="1681" w:type="dxa"/>
          </w:tcPr>
          <w:p w:rsidR="0085747A" w:rsidRPr="00AE4804" w:rsidRDefault="0085747A" w:rsidP="00A26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E480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E4804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85747A" w:rsidRPr="00AE4804" w:rsidRDefault="00F9023C" w:rsidP="00A260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E4804">
              <w:rPr>
                <w:rFonts w:ascii="Corbel" w:hAnsi="Corbel"/>
                <w:sz w:val="24"/>
                <w:szCs w:val="24"/>
              </w:rPr>
              <w:t>Scharakteryzuje dyskursy funkcjonujące w pedagogice wczesnoszkolnej: funkcjonalistyczno-behawiorystyczny, humanistyczno- adaptacyjny, konstruktywistyczno- sp</w:t>
            </w:r>
            <w:r w:rsidRPr="00AE4804">
              <w:rPr>
                <w:rFonts w:ascii="Corbel" w:hAnsi="Corbel"/>
                <w:sz w:val="24"/>
                <w:szCs w:val="24"/>
              </w:rPr>
              <w:t>o</w:t>
            </w:r>
            <w:r w:rsidRPr="00AE4804">
              <w:rPr>
                <w:rFonts w:ascii="Corbel" w:hAnsi="Corbel"/>
                <w:sz w:val="24"/>
                <w:szCs w:val="24"/>
              </w:rPr>
              <w:t>łeczny, konstruktywistyczno- rozwojowy i krytyczno- emancypacyjny</w:t>
            </w:r>
            <w:r w:rsidR="000B36A8" w:rsidRPr="00AE4804">
              <w:rPr>
                <w:rFonts w:ascii="Corbel" w:hAnsi="Corbel"/>
                <w:sz w:val="24"/>
                <w:szCs w:val="24"/>
              </w:rPr>
              <w:t>;</w:t>
            </w:r>
            <w:r w:rsidRPr="00AE4804">
              <w:rPr>
                <w:rFonts w:ascii="Corbel" w:hAnsi="Corbel"/>
                <w:sz w:val="24"/>
                <w:szCs w:val="24"/>
              </w:rPr>
              <w:t xml:space="preserve"> zróżnicowane modele procesu wspier</w:t>
            </w:r>
            <w:r w:rsidRPr="00AE4804">
              <w:rPr>
                <w:rFonts w:ascii="Corbel" w:hAnsi="Corbel"/>
                <w:sz w:val="24"/>
                <w:szCs w:val="24"/>
              </w:rPr>
              <w:t>a</w:t>
            </w:r>
            <w:r w:rsidRPr="00AE4804">
              <w:rPr>
                <w:rFonts w:ascii="Corbel" w:hAnsi="Corbel"/>
                <w:sz w:val="24"/>
                <w:szCs w:val="24"/>
              </w:rPr>
              <w:t>nia rozwoju dziecka lub ucznia</w:t>
            </w:r>
            <w:r w:rsidR="00E56519" w:rsidRPr="00AE4804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:rsidR="007B3E92" w:rsidRDefault="007B3E92" w:rsidP="00A2602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7B3E92" w:rsidRDefault="007B3E92" w:rsidP="00A2602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9C76F7" w:rsidRPr="00AE4804" w:rsidRDefault="009C76F7" w:rsidP="00A2602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E4804">
              <w:rPr>
                <w:rFonts w:ascii="Corbel" w:hAnsi="Corbel"/>
                <w:sz w:val="24"/>
                <w:szCs w:val="24"/>
              </w:rPr>
              <w:t>PPiW.W1</w:t>
            </w:r>
            <w:r w:rsidR="00F9023C" w:rsidRPr="00AE4804">
              <w:rPr>
                <w:rFonts w:ascii="Corbel" w:hAnsi="Corbel"/>
                <w:sz w:val="24"/>
                <w:szCs w:val="24"/>
              </w:rPr>
              <w:t>2</w:t>
            </w:r>
          </w:p>
          <w:p w:rsidR="0085747A" w:rsidRPr="00AE4804" w:rsidRDefault="0085747A" w:rsidP="00A2602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E95F74" w:rsidRPr="009C54AE" w:rsidTr="00E95F74">
        <w:tc>
          <w:tcPr>
            <w:tcW w:w="1681" w:type="dxa"/>
          </w:tcPr>
          <w:p w:rsidR="00E95F74" w:rsidRPr="00AE4804" w:rsidRDefault="00E95F74" w:rsidP="00A26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E4804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81737D" w:rsidRPr="00AE4804"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  <w:tc>
          <w:tcPr>
            <w:tcW w:w="5974" w:type="dxa"/>
            <w:vAlign w:val="center"/>
          </w:tcPr>
          <w:p w:rsidR="00E95F74" w:rsidRPr="00AE4804" w:rsidRDefault="00F9023C" w:rsidP="00A260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E4804">
              <w:rPr>
                <w:rFonts w:ascii="Corbel" w:hAnsi="Corbel"/>
                <w:sz w:val="24"/>
                <w:szCs w:val="24"/>
              </w:rPr>
              <w:t>Zna i rozumie zasady wykorzystywania zabawy do stym</w:t>
            </w:r>
            <w:r w:rsidRPr="00AE4804">
              <w:rPr>
                <w:rFonts w:ascii="Corbel" w:hAnsi="Corbel"/>
                <w:sz w:val="24"/>
                <w:szCs w:val="24"/>
              </w:rPr>
              <w:t>u</w:t>
            </w:r>
            <w:r w:rsidRPr="00AE4804">
              <w:rPr>
                <w:rFonts w:ascii="Corbel" w:hAnsi="Corbel"/>
                <w:sz w:val="24"/>
                <w:szCs w:val="24"/>
              </w:rPr>
              <w:t>lowania rozwoju dziecka oraz rolę inicjacji: czytelniczej, teatralnej, muzycznej, plastycznej i technicznej</w:t>
            </w:r>
            <w:r w:rsidR="00E56519" w:rsidRPr="00AE4804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:rsidR="007B3E92" w:rsidRDefault="007B3E92" w:rsidP="00A2602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926DAB" w:rsidRPr="00AE4804" w:rsidRDefault="00926DAB" w:rsidP="00A2602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E4804">
              <w:rPr>
                <w:rFonts w:ascii="Corbel" w:hAnsi="Corbel"/>
                <w:sz w:val="24"/>
                <w:szCs w:val="24"/>
              </w:rPr>
              <w:t>PPiW.K</w:t>
            </w:r>
            <w:r w:rsidR="00244029" w:rsidRPr="00AE4804">
              <w:rPr>
                <w:rFonts w:ascii="Corbel" w:hAnsi="Corbel"/>
                <w:sz w:val="24"/>
                <w:szCs w:val="24"/>
              </w:rPr>
              <w:t>08</w:t>
            </w:r>
          </w:p>
          <w:p w:rsidR="00E95F74" w:rsidRPr="00AE4804" w:rsidRDefault="00E95F74" w:rsidP="00A2602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23748" w:rsidRPr="009C54AE" w:rsidTr="00523748">
        <w:trPr>
          <w:trHeight w:val="787"/>
        </w:trPr>
        <w:tc>
          <w:tcPr>
            <w:tcW w:w="1681" w:type="dxa"/>
          </w:tcPr>
          <w:p w:rsidR="00523748" w:rsidRPr="00AE4804" w:rsidRDefault="00523748" w:rsidP="00A26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E480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:rsidR="00523748" w:rsidRPr="00AE4804" w:rsidRDefault="00F9023C" w:rsidP="00A260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E4804">
              <w:rPr>
                <w:rFonts w:ascii="Corbel" w:hAnsi="Corbel"/>
                <w:sz w:val="24"/>
                <w:szCs w:val="24"/>
              </w:rPr>
              <w:t>W ramach pracy grupowej projektuje zestaw zabaw/ dzi</w:t>
            </w:r>
            <w:r w:rsidRPr="00AE4804">
              <w:rPr>
                <w:rFonts w:ascii="Corbel" w:hAnsi="Corbel"/>
                <w:sz w:val="24"/>
                <w:szCs w:val="24"/>
              </w:rPr>
              <w:t>a</w:t>
            </w:r>
            <w:r w:rsidRPr="00AE4804">
              <w:rPr>
                <w:rFonts w:ascii="Corbel" w:hAnsi="Corbel"/>
                <w:sz w:val="24"/>
                <w:szCs w:val="24"/>
              </w:rPr>
              <w:t>łań rozwijających postawę twórczą dzieci przedszkolnych i uczniów edukacji wczesnoszkolnej</w:t>
            </w:r>
            <w:r w:rsidR="00E56519" w:rsidRPr="00AE4804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:rsidR="007B3E92" w:rsidRDefault="007B3E92" w:rsidP="00A2602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244029" w:rsidRPr="00AE4804" w:rsidRDefault="00244029" w:rsidP="00A2602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E4804">
              <w:rPr>
                <w:rFonts w:ascii="Corbel" w:hAnsi="Corbel"/>
                <w:sz w:val="24"/>
                <w:szCs w:val="24"/>
              </w:rPr>
              <w:t>PPiW.U02</w:t>
            </w:r>
          </w:p>
          <w:p w:rsidR="00523748" w:rsidRPr="00AE4804" w:rsidRDefault="00523748" w:rsidP="00A2602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187D00" w:rsidRPr="009C54AE" w:rsidTr="00523748">
        <w:trPr>
          <w:trHeight w:val="787"/>
        </w:trPr>
        <w:tc>
          <w:tcPr>
            <w:tcW w:w="1681" w:type="dxa"/>
          </w:tcPr>
          <w:p w:rsidR="00187D00" w:rsidRPr="00AE4804" w:rsidRDefault="00187D00" w:rsidP="00A26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E4804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:rsidR="00187D00" w:rsidRPr="00AE4804" w:rsidRDefault="00187D00" w:rsidP="00A260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E4804">
              <w:rPr>
                <w:rFonts w:ascii="Corbel" w:hAnsi="Corbel"/>
                <w:sz w:val="24"/>
                <w:szCs w:val="24"/>
              </w:rPr>
              <w:t>Przygotowuje indywidualny program wsparcia ucznia zdolnego/ z ry</w:t>
            </w:r>
            <w:r w:rsidR="00F25BBB" w:rsidRPr="00AE4804">
              <w:rPr>
                <w:rFonts w:ascii="Corbel" w:hAnsi="Corbel"/>
                <w:sz w:val="24"/>
                <w:szCs w:val="24"/>
              </w:rPr>
              <w:t>z</w:t>
            </w:r>
            <w:r w:rsidRPr="00AE4804">
              <w:rPr>
                <w:rFonts w:ascii="Corbel" w:hAnsi="Corbel"/>
                <w:sz w:val="24"/>
                <w:szCs w:val="24"/>
              </w:rPr>
              <w:t>ykiem dysleksji uwzględniający indywid</w:t>
            </w:r>
            <w:r w:rsidRPr="00AE4804">
              <w:rPr>
                <w:rFonts w:ascii="Corbel" w:hAnsi="Corbel"/>
                <w:sz w:val="24"/>
                <w:szCs w:val="24"/>
              </w:rPr>
              <w:t>u</w:t>
            </w:r>
            <w:r w:rsidRPr="00AE4804">
              <w:rPr>
                <w:rFonts w:ascii="Corbel" w:hAnsi="Corbel"/>
                <w:sz w:val="24"/>
                <w:szCs w:val="24"/>
              </w:rPr>
              <w:t>alne potrzeby, możliwości i uzdolnienia dziecka/ ucznia, z nastawieniem na osobowy i podmiotowy rozwój.</w:t>
            </w:r>
          </w:p>
        </w:tc>
        <w:tc>
          <w:tcPr>
            <w:tcW w:w="1865" w:type="dxa"/>
          </w:tcPr>
          <w:p w:rsidR="007B3E92" w:rsidRDefault="007B3E92" w:rsidP="00A2602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187D00" w:rsidRPr="00AE4804" w:rsidRDefault="00187D00" w:rsidP="00A2602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E4804">
              <w:rPr>
                <w:rFonts w:ascii="Corbel" w:hAnsi="Corbel"/>
                <w:sz w:val="24"/>
                <w:szCs w:val="24"/>
              </w:rPr>
              <w:t>PPiW.U02</w:t>
            </w:r>
          </w:p>
          <w:p w:rsidR="00187D00" w:rsidRPr="00AE4804" w:rsidRDefault="00187D00" w:rsidP="00A2602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523748" w:rsidRPr="009C54AE" w:rsidTr="00926DAB">
        <w:trPr>
          <w:trHeight w:val="1125"/>
        </w:trPr>
        <w:tc>
          <w:tcPr>
            <w:tcW w:w="1681" w:type="dxa"/>
          </w:tcPr>
          <w:p w:rsidR="00523748" w:rsidRPr="00AE4804" w:rsidRDefault="00187D00" w:rsidP="00A26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E4804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:rsidR="00523748" w:rsidRPr="00AE4804" w:rsidRDefault="00D0137B" w:rsidP="00A260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E4804">
              <w:rPr>
                <w:rFonts w:ascii="Corbel" w:hAnsi="Corbel"/>
                <w:sz w:val="24"/>
                <w:szCs w:val="24"/>
              </w:rPr>
              <w:t xml:space="preserve">Projektuje i symuluje działania edukacyjne nastawione na konstruowanie wiedzy w przedszkolu i klasach I–III szkoły podstawowej, integrowanie różnych sposobów uczenia się- grupowe tworzenie </w:t>
            </w:r>
            <w:r w:rsidR="000B36A8" w:rsidRPr="00AE4804">
              <w:rPr>
                <w:rFonts w:ascii="Corbel" w:hAnsi="Corbel"/>
                <w:sz w:val="24"/>
                <w:szCs w:val="24"/>
              </w:rPr>
              <w:t xml:space="preserve">i prezentowanie </w:t>
            </w:r>
            <w:r w:rsidRPr="00AE4804">
              <w:rPr>
                <w:rFonts w:ascii="Corbel" w:hAnsi="Corbel"/>
                <w:sz w:val="24"/>
                <w:szCs w:val="24"/>
              </w:rPr>
              <w:t>projektu eduk</w:t>
            </w:r>
            <w:r w:rsidRPr="00AE4804">
              <w:rPr>
                <w:rFonts w:ascii="Corbel" w:hAnsi="Corbel"/>
                <w:sz w:val="24"/>
                <w:szCs w:val="24"/>
              </w:rPr>
              <w:t>a</w:t>
            </w:r>
            <w:r w:rsidRPr="00AE4804">
              <w:rPr>
                <w:rFonts w:ascii="Corbel" w:hAnsi="Corbel"/>
                <w:sz w:val="24"/>
                <w:szCs w:val="24"/>
              </w:rPr>
              <w:t>cyjnego</w:t>
            </w:r>
            <w:r w:rsidR="00E56519" w:rsidRPr="00AE4804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:rsidR="007B3E92" w:rsidRDefault="007B3E92" w:rsidP="00A2602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7B3E92" w:rsidRDefault="007B3E92" w:rsidP="00A2602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926DAB" w:rsidRPr="00AE4804" w:rsidRDefault="00926DAB" w:rsidP="00A2602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E4804">
              <w:rPr>
                <w:rFonts w:ascii="Corbel" w:hAnsi="Corbel"/>
                <w:sz w:val="24"/>
                <w:szCs w:val="24"/>
              </w:rPr>
              <w:t>PPiW.W12</w:t>
            </w:r>
          </w:p>
          <w:p w:rsidR="00523748" w:rsidRPr="00AE4804" w:rsidRDefault="00523748" w:rsidP="00A2602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9C76F7" w:rsidRPr="009C54AE" w:rsidTr="00E95F74">
        <w:tc>
          <w:tcPr>
            <w:tcW w:w="1681" w:type="dxa"/>
          </w:tcPr>
          <w:p w:rsidR="009C76F7" w:rsidRPr="00AE4804" w:rsidRDefault="00187D00" w:rsidP="00A26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E4804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:rsidR="009C76F7" w:rsidRPr="00AE4804" w:rsidRDefault="00926DAB" w:rsidP="00A260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E4804">
              <w:rPr>
                <w:rFonts w:ascii="Corbel" w:hAnsi="Corbel"/>
                <w:sz w:val="24"/>
                <w:szCs w:val="24"/>
              </w:rPr>
              <w:t xml:space="preserve">Jest gotów do </w:t>
            </w:r>
            <w:r w:rsidR="00D0137B" w:rsidRPr="00AE4804">
              <w:rPr>
                <w:rFonts w:ascii="Corbel" w:hAnsi="Corbel"/>
                <w:sz w:val="24"/>
                <w:szCs w:val="24"/>
              </w:rPr>
              <w:t>formowania wartościowych indywidualnie i społ</w:t>
            </w:r>
            <w:r w:rsidRPr="00AE4804">
              <w:rPr>
                <w:rFonts w:ascii="Corbel" w:hAnsi="Corbel"/>
                <w:sz w:val="24"/>
                <w:szCs w:val="24"/>
              </w:rPr>
              <w:t>ecznie zachowań i postaw dzieci/uczniów wobec ku</w:t>
            </w:r>
            <w:r w:rsidRPr="00AE4804">
              <w:rPr>
                <w:rFonts w:ascii="Corbel" w:hAnsi="Corbel"/>
                <w:sz w:val="24"/>
                <w:szCs w:val="24"/>
              </w:rPr>
              <w:t>l</w:t>
            </w:r>
            <w:r w:rsidRPr="00AE4804">
              <w:rPr>
                <w:rFonts w:ascii="Corbel" w:hAnsi="Corbel"/>
                <w:sz w:val="24"/>
                <w:szCs w:val="24"/>
              </w:rPr>
              <w:t>tury i s</w:t>
            </w:r>
            <w:r w:rsidR="004A3600" w:rsidRPr="00AE4804">
              <w:rPr>
                <w:rFonts w:ascii="Corbel" w:hAnsi="Corbel"/>
                <w:sz w:val="24"/>
                <w:szCs w:val="24"/>
              </w:rPr>
              <w:t>z</w:t>
            </w:r>
            <w:r w:rsidRPr="00AE4804">
              <w:rPr>
                <w:rFonts w:ascii="Corbel" w:hAnsi="Corbel"/>
                <w:sz w:val="24"/>
                <w:szCs w:val="24"/>
              </w:rPr>
              <w:t xml:space="preserve">tuki, oraz inspirowania wychowanków </w:t>
            </w:r>
            <w:r w:rsidR="00D0137B" w:rsidRPr="00AE4804">
              <w:rPr>
                <w:rFonts w:ascii="Corbel" w:hAnsi="Corbel"/>
                <w:sz w:val="24"/>
                <w:szCs w:val="24"/>
              </w:rPr>
              <w:t>do wyraż</w:t>
            </w:r>
            <w:r w:rsidR="00D0137B" w:rsidRPr="00AE4804">
              <w:rPr>
                <w:rFonts w:ascii="Corbel" w:hAnsi="Corbel"/>
                <w:sz w:val="24"/>
                <w:szCs w:val="24"/>
              </w:rPr>
              <w:t>a</w:t>
            </w:r>
            <w:r w:rsidR="00D0137B" w:rsidRPr="00AE4804">
              <w:rPr>
                <w:rFonts w:ascii="Corbel" w:hAnsi="Corbel"/>
                <w:sz w:val="24"/>
                <w:szCs w:val="24"/>
              </w:rPr>
              <w:t>nia swojej indywidualności w sposób twórczy</w:t>
            </w:r>
            <w:r w:rsidRPr="00AE4804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:rsidR="007B3E92" w:rsidRDefault="007B3E92" w:rsidP="00A2602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926DAB" w:rsidRPr="00AE4804" w:rsidRDefault="00926DAB" w:rsidP="00A2602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E4804">
              <w:rPr>
                <w:rFonts w:ascii="Corbel" w:hAnsi="Corbel"/>
                <w:sz w:val="24"/>
                <w:szCs w:val="24"/>
              </w:rPr>
              <w:t>PPiW.K0</w:t>
            </w:r>
            <w:r w:rsidR="00244029" w:rsidRPr="00AE4804">
              <w:rPr>
                <w:rFonts w:ascii="Corbel" w:hAnsi="Corbel"/>
                <w:sz w:val="24"/>
                <w:szCs w:val="24"/>
              </w:rPr>
              <w:t>2</w:t>
            </w:r>
          </w:p>
          <w:p w:rsidR="009C76F7" w:rsidRPr="00AE4804" w:rsidRDefault="009C76F7" w:rsidP="00A2602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523748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23748" w:rsidRPr="009C54AE" w:rsidTr="00523748">
        <w:tc>
          <w:tcPr>
            <w:tcW w:w="9520" w:type="dxa"/>
          </w:tcPr>
          <w:p w:rsidR="00523748" w:rsidRPr="009C54AE" w:rsidRDefault="0010565C" w:rsidP="0010565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Teoria wielostronnego kształcenia W. Okonia jako baza do rozumienia różnych strategii </w:t>
            </w:r>
            <w:r w:rsidR="00556F5F" w:rsidRPr="007861C5">
              <w:rPr>
                <w:rFonts w:ascii="Corbel" w:hAnsi="Corbel"/>
                <w:sz w:val="24"/>
                <w:szCs w:val="24"/>
              </w:rPr>
              <w:t>na</w:t>
            </w:r>
            <w:r w:rsidR="00556F5F" w:rsidRPr="007861C5">
              <w:rPr>
                <w:rFonts w:ascii="Corbel" w:hAnsi="Corbel"/>
                <w:sz w:val="24"/>
                <w:szCs w:val="24"/>
              </w:rPr>
              <w:t>u</w:t>
            </w:r>
            <w:r w:rsidR="00556F5F" w:rsidRPr="007861C5">
              <w:rPr>
                <w:rFonts w:ascii="Corbel" w:hAnsi="Corbel"/>
                <w:sz w:val="24"/>
                <w:szCs w:val="24"/>
              </w:rPr>
              <w:t xml:space="preserve">czania </w:t>
            </w:r>
            <w:r w:rsidR="00556F5F">
              <w:rPr>
                <w:rFonts w:ascii="Corbel" w:hAnsi="Corbel"/>
                <w:sz w:val="24"/>
                <w:szCs w:val="24"/>
              </w:rPr>
              <w:t>–uczenia się</w:t>
            </w:r>
            <w:r w:rsidR="00556F5F" w:rsidRPr="007861C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35908" w:rsidRPr="009C54AE" w:rsidTr="00523748">
        <w:tc>
          <w:tcPr>
            <w:tcW w:w="9520" w:type="dxa"/>
          </w:tcPr>
          <w:p w:rsidR="00135908" w:rsidRDefault="00135908" w:rsidP="0010565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214B5">
              <w:rPr>
                <w:rFonts w:ascii="Corbel" w:hAnsi="Corbel"/>
                <w:sz w:val="24"/>
                <w:szCs w:val="24"/>
              </w:rPr>
              <w:t>Konstruowanie wiedzy w przedszkolu i klasach I–III szkoły podstawowej, integrowanie różnych sposobów uczenia się, w tym różnych treści, oraz wiedzy osobistej dziecka i wiedzy nowej oraz ich rekonstrukcji</w:t>
            </w:r>
            <w:r w:rsidR="00E56519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23748" w:rsidRPr="009C54AE" w:rsidTr="00523748">
        <w:tc>
          <w:tcPr>
            <w:tcW w:w="9520" w:type="dxa"/>
          </w:tcPr>
          <w:p w:rsidR="00523748" w:rsidRPr="009C54AE" w:rsidRDefault="00556F5F" w:rsidP="0052374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Tworzenie sytuacji  umożliwiających dziecku/uczniowi samorealizację</w:t>
            </w:r>
            <w:r w:rsidRPr="007861C5">
              <w:rPr>
                <w:rFonts w:ascii="Corbel" w:hAnsi="Corbel"/>
                <w:sz w:val="24"/>
                <w:szCs w:val="24"/>
              </w:rPr>
              <w:t xml:space="preserve"> – rozwijanie myślenia dzieci.</w:t>
            </w:r>
          </w:p>
        </w:tc>
      </w:tr>
      <w:tr w:rsidR="00FC6230" w:rsidRPr="009C54AE" w:rsidTr="00523748">
        <w:tc>
          <w:tcPr>
            <w:tcW w:w="9520" w:type="dxa"/>
          </w:tcPr>
          <w:p w:rsidR="00FC6230" w:rsidRPr="009C54AE" w:rsidRDefault="00FC6230" w:rsidP="00FC62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Metoda projektów jako wykorzystanie różnorodnych strategii edukacyjnych </w:t>
            </w:r>
            <w:r w:rsidRPr="008214B5">
              <w:rPr>
                <w:rFonts w:ascii="Corbel" w:hAnsi="Corbel"/>
                <w:sz w:val="24"/>
                <w:szCs w:val="24"/>
              </w:rPr>
              <w:t>angażując</w:t>
            </w:r>
            <w:r>
              <w:rPr>
                <w:rFonts w:ascii="Corbel" w:hAnsi="Corbel"/>
                <w:sz w:val="24"/>
                <w:szCs w:val="24"/>
              </w:rPr>
              <w:t xml:space="preserve">ych </w:t>
            </w:r>
            <w:r w:rsidRPr="008214B5">
              <w:rPr>
                <w:rFonts w:ascii="Corbel" w:hAnsi="Corbel"/>
                <w:sz w:val="24"/>
                <w:szCs w:val="24"/>
              </w:rPr>
              <w:t>emocjonalnie, motywacyjnie i poznawczo uczniów</w:t>
            </w:r>
            <w:r w:rsidR="00E56519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C6230" w:rsidRPr="009C54AE" w:rsidTr="00523748">
        <w:tc>
          <w:tcPr>
            <w:tcW w:w="9520" w:type="dxa"/>
          </w:tcPr>
          <w:p w:rsidR="00FC6230" w:rsidRPr="009C54AE" w:rsidRDefault="00FC6230" w:rsidP="00FC62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Wychowanie do twórczości  jako ważny element kształcenia, kryteria postawy twórczej, w</w:t>
            </w:r>
            <w:r>
              <w:rPr>
                <w:rFonts w:ascii="Corbel" w:hAnsi="Corbel"/>
                <w:sz w:val="24"/>
                <w:szCs w:val="24"/>
              </w:rPr>
              <w:t>y</w:t>
            </w:r>
            <w:r>
              <w:rPr>
                <w:rFonts w:ascii="Corbel" w:hAnsi="Corbel"/>
                <w:sz w:val="24"/>
                <w:szCs w:val="24"/>
              </w:rPr>
              <w:t>miary i koncepcje twórczości pedagogicznej, warunki twórczości pedagogicznej, teoretyczne podstawy twórczej aktywności i ekspresji uczniów klas początkowych.</w:t>
            </w:r>
          </w:p>
        </w:tc>
      </w:tr>
      <w:tr w:rsidR="00FC6230" w:rsidRPr="009C54AE" w:rsidTr="00523748">
        <w:tc>
          <w:tcPr>
            <w:tcW w:w="9520" w:type="dxa"/>
          </w:tcPr>
          <w:p w:rsidR="00FC6230" w:rsidRPr="009C54AE" w:rsidRDefault="00FC6230" w:rsidP="00FC62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Indywidualizacja w perspektywie kształcenia uczniów o specjalnych potrzebach edukacyjnych Praca z uczniem zdolnym i dzieckiem z ryzykiem dysleksji.</w:t>
            </w:r>
          </w:p>
        </w:tc>
      </w:tr>
      <w:tr w:rsidR="00FC6230" w:rsidRPr="009C54AE" w:rsidTr="00523748">
        <w:tc>
          <w:tcPr>
            <w:tcW w:w="9520" w:type="dxa"/>
          </w:tcPr>
          <w:p w:rsidR="00FC6230" w:rsidRPr="007861C5" w:rsidRDefault="00FC6230" w:rsidP="00FC62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Neurodydaktyka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czynniki zwiększające efektywność procesu uczenia się.</w:t>
            </w:r>
            <w:r w:rsidRPr="002E3507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K</w:t>
            </w:r>
            <w:r w:rsidRPr="002E3507">
              <w:rPr>
                <w:rFonts w:ascii="Corbel" w:hAnsi="Corbel"/>
                <w:sz w:val="24"/>
                <w:szCs w:val="24"/>
              </w:rPr>
              <w:t>onstruowanie wiedzy w przedszkolu i klasach I–III szkoły podstawowej, integrowanie różnych sposobów uczenia się</w:t>
            </w:r>
          </w:p>
        </w:tc>
      </w:tr>
      <w:tr w:rsidR="00FC6230" w:rsidRPr="009C54AE" w:rsidTr="00523748">
        <w:tc>
          <w:tcPr>
            <w:tcW w:w="9520" w:type="dxa"/>
          </w:tcPr>
          <w:p w:rsidR="00FC6230" w:rsidRPr="009C54AE" w:rsidRDefault="00FC6230" w:rsidP="00FC62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Gry dydaktyczne tworzone przez uczniów edukacji wczesnoszkolnej jako element stosowania różnych strategii kształcenia</w:t>
            </w:r>
          </w:p>
        </w:tc>
      </w:tr>
      <w:tr w:rsidR="00FC6230" w:rsidRPr="009C54AE" w:rsidTr="00523748">
        <w:tc>
          <w:tcPr>
            <w:tcW w:w="9520" w:type="dxa"/>
          </w:tcPr>
          <w:p w:rsidR="00FC6230" w:rsidRDefault="00FC6230" w:rsidP="00FC62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Zintegrowane zadania w edukacji wczesnoszkolnej </w:t>
            </w:r>
            <w:r w:rsidRPr="008214B5">
              <w:rPr>
                <w:rFonts w:ascii="Corbel" w:hAnsi="Corbel"/>
                <w:sz w:val="24"/>
                <w:szCs w:val="24"/>
              </w:rPr>
              <w:t>stymulujące aktywność poznawczą dzieci lub uczniów, wspólnotowe i kooperacyjne uczenie się</w:t>
            </w:r>
          </w:p>
        </w:tc>
      </w:tr>
      <w:tr w:rsidR="00FC6230" w:rsidRPr="009C54AE" w:rsidTr="00523748">
        <w:tc>
          <w:tcPr>
            <w:tcW w:w="9520" w:type="dxa"/>
          </w:tcPr>
          <w:p w:rsidR="00FC6230" w:rsidRDefault="00FC6230" w:rsidP="00FC62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Zabawa jako mechanizm </w:t>
            </w:r>
            <w:r w:rsidRPr="008214B5">
              <w:rPr>
                <w:rFonts w:ascii="Corbel" w:hAnsi="Corbel"/>
                <w:sz w:val="24"/>
                <w:szCs w:val="24"/>
              </w:rPr>
              <w:t>stymulowania rozwoju dziecka oraz rolę inicjacji: czytelniczej, te</w:t>
            </w:r>
            <w:r w:rsidRPr="008214B5">
              <w:rPr>
                <w:rFonts w:ascii="Corbel" w:hAnsi="Corbel"/>
                <w:sz w:val="24"/>
                <w:szCs w:val="24"/>
              </w:rPr>
              <w:t>a</w:t>
            </w:r>
            <w:r w:rsidRPr="008214B5">
              <w:rPr>
                <w:rFonts w:ascii="Corbel" w:hAnsi="Corbel"/>
                <w:sz w:val="24"/>
                <w:szCs w:val="24"/>
              </w:rPr>
              <w:t>tralnej, muzycznej, plastycznej i technicznej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523748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432B0" w:rsidRPr="009C54AE" w:rsidTr="00523748">
        <w:tc>
          <w:tcPr>
            <w:tcW w:w="9520" w:type="dxa"/>
          </w:tcPr>
          <w:p w:rsidR="00E432B0" w:rsidRPr="009C54AE" w:rsidRDefault="008214B5" w:rsidP="00E432B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podstawy programowej i podręczników pod kątem uczenia się przez przeżywanie</w:t>
            </w:r>
            <w:r w:rsidR="00FC6230">
              <w:rPr>
                <w:rFonts w:ascii="Corbel" w:hAnsi="Corbel"/>
                <w:sz w:val="24"/>
                <w:szCs w:val="24"/>
              </w:rPr>
              <w:t>, rozwiązywanie problemów i działanie.</w:t>
            </w:r>
          </w:p>
        </w:tc>
      </w:tr>
      <w:tr w:rsidR="00E432B0" w:rsidRPr="009C54AE" w:rsidTr="00523748">
        <w:tc>
          <w:tcPr>
            <w:tcW w:w="9520" w:type="dxa"/>
          </w:tcPr>
          <w:p w:rsidR="00E432B0" w:rsidRPr="009C54AE" w:rsidRDefault="004A3600" w:rsidP="004A360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Teoria inteligencji wielorakich wykorzystywana w diagnozie i stymulacji zdolności dzieci – pr</w:t>
            </w:r>
            <w:r>
              <w:rPr>
                <w:rFonts w:ascii="Corbel" w:hAnsi="Corbel"/>
                <w:sz w:val="24"/>
                <w:szCs w:val="24"/>
              </w:rPr>
              <w:t>o</w:t>
            </w:r>
            <w:r>
              <w:rPr>
                <w:rFonts w:ascii="Corbel" w:hAnsi="Corbel"/>
                <w:sz w:val="24"/>
                <w:szCs w:val="24"/>
              </w:rPr>
              <w:t>jektowanie programów pracy z dzieckiem zdolnym</w:t>
            </w:r>
          </w:p>
        </w:tc>
      </w:tr>
      <w:tr w:rsidR="00E432B0" w:rsidRPr="009C54AE" w:rsidTr="00523748">
        <w:tc>
          <w:tcPr>
            <w:tcW w:w="9520" w:type="dxa"/>
          </w:tcPr>
          <w:p w:rsidR="00E432B0" w:rsidRPr="007861C5" w:rsidRDefault="004A3600" w:rsidP="00E432B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Projektowanie i prezentowanie scenariuszy zajęć w przedszkolu i klasach I-III uwzględniaj</w:t>
            </w:r>
            <w:r>
              <w:rPr>
                <w:rFonts w:ascii="Corbel" w:hAnsi="Corbel"/>
                <w:sz w:val="24"/>
                <w:szCs w:val="24"/>
              </w:rPr>
              <w:t>ą</w:t>
            </w:r>
            <w:r>
              <w:rPr>
                <w:rFonts w:ascii="Corbel" w:hAnsi="Corbel"/>
                <w:sz w:val="24"/>
                <w:szCs w:val="24"/>
              </w:rPr>
              <w:t>cych indywidualizację  zróżnicowaną wielowymiarową.</w:t>
            </w:r>
          </w:p>
        </w:tc>
      </w:tr>
      <w:tr w:rsidR="00E432B0" w:rsidRPr="009C54AE" w:rsidTr="00523748">
        <w:tc>
          <w:tcPr>
            <w:tcW w:w="9520" w:type="dxa"/>
          </w:tcPr>
          <w:p w:rsidR="00E432B0" w:rsidRPr="009C54AE" w:rsidRDefault="00D44E56" w:rsidP="00D44E5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56519">
              <w:rPr>
                <w:rFonts w:ascii="Corbel" w:hAnsi="Corbel"/>
                <w:sz w:val="24"/>
                <w:szCs w:val="24"/>
              </w:rPr>
              <w:t>Stymulowanie aktywności poznawczej dziecka lub ucznia, zabawy i zadania stymulujące ro</w:t>
            </w:r>
            <w:r w:rsidRPr="00E56519">
              <w:rPr>
                <w:rFonts w:ascii="Corbel" w:hAnsi="Corbel"/>
                <w:sz w:val="24"/>
                <w:szCs w:val="24"/>
              </w:rPr>
              <w:t>z</w:t>
            </w:r>
            <w:r w:rsidRPr="00E56519">
              <w:rPr>
                <w:rFonts w:ascii="Corbel" w:hAnsi="Corbel"/>
                <w:sz w:val="24"/>
                <w:szCs w:val="24"/>
              </w:rPr>
              <w:t>wój dziecka przedszkolnego i ucznia klas I-III.</w:t>
            </w:r>
          </w:p>
        </w:tc>
      </w:tr>
      <w:tr w:rsidR="00E432B0" w:rsidRPr="009C54AE" w:rsidTr="00523748">
        <w:tc>
          <w:tcPr>
            <w:tcW w:w="9520" w:type="dxa"/>
          </w:tcPr>
          <w:p w:rsidR="00E432B0" w:rsidRPr="007861C5" w:rsidRDefault="00D44E56" w:rsidP="00E432B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56519">
              <w:rPr>
                <w:rFonts w:ascii="Corbel" w:hAnsi="Corbel"/>
                <w:sz w:val="24"/>
                <w:szCs w:val="24"/>
              </w:rPr>
              <w:t>P</w:t>
            </w:r>
            <w:r w:rsidR="008214B5" w:rsidRPr="00E56519">
              <w:rPr>
                <w:rFonts w:ascii="Corbel" w:hAnsi="Corbel"/>
                <w:sz w:val="24"/>
                <w:szCs w:val="24"/>
              </w:rPr>
              <w:t>lanowania, realizacji i oceny spersonalizowanych programów kształcenia i wychowania</w:t>
            </w:r>
          </w:p>
        </w:tc>
      </w:tr>
      <w:tr w:rsidR="00D44E56" w:rsidRPr="009C54AE" w:rsidTr="00523748">
        <w:tc>
          <w:tcPr>
            <w:tcW w:w="9520" w:type="dxa"/>
          </w:tcPr>
          <w:p w:rsidR="00D44E56" w:rsidRDefault="00D44E56" w:rsidP="00D44E5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Gry i zabawy rozwijające postawę twórczą uczniów i ekspresję uczniów klas początkowych.</w:t>
            </w:r>
          </w:p>
        </w:tc>
      </w:tr>
      <w:tr w:rsidR="00D44E56" w:rsidRPr="009C54AE" w:rsidTr="00523748">
        <w:tc>
          <w:tcPr>
            <w:tcW w:w="9520" w:type="dxa"/>
          </w:tcPr>
          <w:p w:rsidR="00D44E56" w:rsidRDefault="00E56519" w:rsidP="00E5651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Motywowanie uczniów edukacji wczesnoszkolnej do podejmowania trudu uczenia się i bud</w:t>
            </w:r>
            <w:r>
              <w:rPr>
                <w:rFonts w:ascii="Corbel" w:hAnsi="Corbel"/>
                <w:sz w:val="24"/>
                <w:szCs w:val="24"/>
              </w:rPr>
              <w:t>o</w:t>
            </w:r>
            <w:r>
              <w:rPr>
                <w:rFonts w:ascii="Corbel" w:hAnsi="Corbel"/>
                <w:sz w:val="24"/>
                <w:szCs w:val="24"/>
              </w:rPr>
              <w:t>wania własnych kompetencji.</w:t>
            </w:r>
          </w:p>
        </w:tc>
      </w:tr>
      <w:tr w:rsidR="00D44E56" w:rsidRPr="009C54AE" w:rsidTr="00523748">
        <w:tc>
          <w:tcPr>
            <w:tcW w:w="9520" w:type="dxa"/>
          </w:tcPr>
          <w:p w:rsidR="00D44E56" w:rsidRDefault="00D44E56" w:rsidP="00D44E5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Uczenie metodą projektów. Konstruowanie  i prezentacja w formie warsztatowej tygodni</w:t>
            </w:r>
            <w:r>
              <w:rPr>
                <w:rFonts w:ascii="Corbel" w:hAnsi="Corbel"/>
                <w:sz w:val="24"/>
                <w:szCs w:val="24"/>
              </w:rPr>
              <w:t>o</w:t>
            </w:r>
            <w:r>
              <w:rPr>
                <w:rFonts w:ascii="Corbel" w:hAnsi="Corbel"/>
                <w:sz w:val="24"/>
                <w:szCs w:val="24"/>
              </w:rPr>
              <w:t>wego projektu zajęć w przedszkolu lub edukacji wczesnoszkolnej.</w:t>
            </w:r>
          </w:p>
        </w:tc>
      </w:tr>
      <w:tr w:rsidR="001007A1" w:rsidRPr="009C54AE" w:rsidTr="00523748">
        <w:tc>
          <w:tcPr>
            <w:tcW w:w="9520" w:type="dxa"/>
          </w:tcPr>
          <w:p w:rsidR="001007A1" w:rsidRPr="007861C5" w:rsidRDefault="00F35FBC" w:rsidP="0052374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Oddziaływania nauczyciela przedszkola i edukacji wczesnoszkolnej w celu budowania podmi</w:t>
            </w:r>
            <w:r>
              <w:rPr>
                <w:rFonts w:ascii="Corbel" w:hAnsi="Corbel"/>
                <w:sz w:val="24"/>
                <w:szCs w:val="24"/>
              </w:rPr>
              <w:t>o</w:t>
            </w:r>
            <w:r>
              <w:rPr>
                <w:rFonts w:ascii="Corbel" w:hAnsi="Corbel"/>
                <w:sz w:val="24"/>
                <w:szCs w:val="24"/>
              </w:rPr>
              <w:t>towości dziecka</w:t>
            </w:r>
          </w:p>
        </w:tc>
      </w:tr>
      <w:tr w:rsidR="001007A1" w:rsidRPr="009C54AE" w:rsidTr="00523748">
        <w:tc>
          <w:tcPr>
            <w:tcW w:w="9520" w:type="dxa"/>
          </w:tcPr>
          <w:p w:rsidR="001007A1" w:rsidRPr="007861C5" w:rsidRDefault="00F35FBC" w:rsidP="00F35FB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podręczników klas II i III pod kątem typów zadań zintegrowanych. Próby projektow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>
              <w:rPr>
                <w:rFonts w:ascii="Corbel" w:hAnsi="Corbel"/>
                <w:sz w:val="24"/>
                <w:szCs w:val="24"/>
              </w:rPr>
              <w:t>nia zintegrowanych zadań szkolnych.</w:t>
            </w:r>
          </w:p>
        </w:tc>
      </w:tr>
      <w:tr w:rsidR="001007A1" w:rsidRPr="009C54AE" w:rsidTr="00523748">
        <w:tc>
          <w:tcPr>
            <w:tcW w:w="9520" w:type="dxa"/>
          </w:tcPr>
          <w:p w:rsidR="001007A1" w:rsidRPr="007861C5" w:rsidRDefault="001007A1" w:rsidP="00BD083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861C5">
              <w:rPr>
                <w:rFonts w:ascii="Corbel" w:hAnsi="Corbel"/>
                <w:sz w:val="24"/>
                <w:szCs w:val="24"/>
              </w:rPr>
              <w:lastRenderedPageBreak/>
              <w:t>Mapy mentalne i inne metody aktywizujące stosowane w celu porządkownia i utrwalania wi</w:t>
            </w:r>
            <w:r w:rsidRPr="007861C5">
              <w:rPr>
                <w:rFonts w:ascii="Corbel" w:hAnsi="Corbel"/>
                <w:sz w:val="24"/>
                <w:szCs w:val="24"/>
              </w:rPr>
              <w:t>e</w:t>
            </w:r>
            <w:r w:rsidRPr="007861C5">
              <w:rPr>
                <w:rFonts w:ascii="Corbel" w:hAnsi="Corbel"/>
                <w:sz w:val="24"/>
                <w:szCs w:val="24"/>
              </w:rPr>
              <w:t>dzy</w:t>
            </w:r>
            <w:r w:rsidR="00BD083E">
              <w:rPr>
                <w:rFonts w:ascii="Corbel" w:hAnsi="Corbel"/>
                <w:sz w:val="24"/>
                <w:szCs w:val="24"/>
              </w:rPr>
              <w:t xml:space="preserve">- </w:t>
            </w:r>
            <w:r>
              <w:rPr>
                <w:rFonts w:ascii="Corbel" w:hAnsi="Corbel"/>
                <w:sz w:val="24"/>
                <w:szCs w:val="24"/>
              </w:rPr>
              <w:t>podsumowanie zajęć.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A1798C" w:rsidRPr="00A1798C" w:rsidRDefault="00A1798C" w:rsidP="00A1798C">
      <w:pPr>
        <w:pStyle w:val="Akapitzlist"/>
        <w:spacing w:after="0" w:line="240" w:lineRule="auto"/>
        <w:ind w:left="0"/>
        <w:rPr>
          <w:rFonts w:ascii="Corbel" w:hAnsi="Corbel"/>
          <w:sz w:val="24"/>
          <w:szCs w:val="24"/>
        </w:rPr>
      </w:pPr>
      <w:r w:rsidRPr="00A1798C">
        <w:rPr>
          <w:rFonts w:ascii="Corbel" w:hAnsi="Corbel"/>
          <w:sz w:val="24"/>
          <w:szCs w:val="24"/>
        </w:rPr>
        <w:t>Wykład: wykład konwencjonalny i /wykład z prezentacją multimedialną;</w:t>
      </w:r>
    </w:p>
    <w:p w:rsidR="00A1798C" w:rsidRPr="00A1798C" w:rsidRDefault="00A1798C" w:rsidP="00A1798C">
      <w:pPr>
        <w:rPr>
          <w:rFonts w:ascii="Corbel" w:hAnsi="Corbel"/>
          <w:sz w:val="24"/>
          <w:szCs w:val="24"/>
        </w:rPr>
      </w:pPr>
      <w:r w:rsidRPr="00A1798C">
        <w:rPr>
          <w:rFonts w:ascii="Corbel" w:hAnsi="Corbel"/>
          <w:sz w:val="24"/>
          <w:szCs w:val="24"/>
        </w:rPr>
        <w:t>Ćwiczenia: analiza tekstów źródłowych z  dyskusją,  metody problemowe, metody gier dyda</w:t>
      </w:r>
      <w:r w:rsidRPr="00A1798C">
        <w:rPr>
          <w:rFonts w:ascii="Corbel" w:hAnsi="Corbel"/>
          <w:sz w:val="24"/>
          <w:szCs w:val="24"/>
        </w:rPr>
        <w:t>k</w:t>
      </w:r>
      <w:r w:rsidRPr="00A1798C">
        <w:rPr>
          <w:rFonts w:ascii="Corbel" w:hAnsi="Corbel"/>
          <w:sz w:val="24"/>
          <w:szCs w:val="24"/>
        </w:rPr>
        <w:t>tycznych, praca grupowa</w:t>
      </w: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25688E">
        <w:tc>
          <w:tcPr>
            <w:tcW w:w="196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1A3A1A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1A3A1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Forma zajęć d</w:t>
            </w: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</w:t>
            </w: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daktycznych </w:t>
            </w:r>
          </w:p>
          <w:p w:rsidR="0085747A" w:rsidRPr="001A3A1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(w, </w:t>
            </w:r>
            <w:proofErr w:type="spellStart"/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</w:t>
            </w:r>
            <w:proofErr w:type="spellEnd"/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…)</w:t>
            </w:r>
          </w:p>
        </w:tc>
      </w:tr>
      <w:tr w:rsidR="0085747A" w:rsidRPr="009C54AE" w:rsidTr="0025688E">
        <w:tc>
          <w:tcPr>
            <w:tcW w:w="1962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:rsidR="0085747A" w:rsidRPr="001A3A1A" w:rsidRDefault="00DE5995" w:rsidP="001A3A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 </w:t>
            </w:r>
            <w:r w:rsidR="00197919"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uwzględniające wiedzę z wykładów i ćw</w:t>
            </w:r>
            <w:r w:rsidR="00197919"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</w:t>
            </w:r>
            <w:r w:rsidR="00197919"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czeń</w:t>
            </w:r>
            <w:r w:rsidR="000B36A8"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 I semestrze zajęć</w:t>
            </w:r>
            <w:r w:rsidR="008C0AE8"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egzamin</w:t>
            </w:r>
          </w:p>
        </w:tc>
        <w:tc>
          <w:tcPr>
            <w:tcW w:w="2117" w:type="dxa"/>
          </w:tcPr>
          <w:p w:rsidR="0085747A" w:rsidRPr="001A3A1A" w:rsidRDefault="00BD083E" w:rsidP="001A3A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ćwiczenia </w:t>
            </w:r>
            <w:r w:rsidR="009A1FC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</w: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 wykłady</w:t>
            </w:r>
          </w:p>
        </w:tc>
      </w:tr>
      <w:tr w:rsidR="0085747A" w:rsidRPr="009C54AE" w:rsidTr="0025688E">
        <w:tc>
          <w:tcPr>
            <w:tcW w:w="1962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85747A" w:rsidRPr="001A3A1A" w:rsidRDefault="000B36A8" w:rsidP="001A3A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</w:t>
            </w:r>
            <w:r w:rsidR="008C0AE8"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</w:p>
        </w:tc>
        <w:tc>
          <w:tcPr>
            <w:tcW w:w="2117" w:type="dxa"/>
          </w:tcPr>
          <w:p w:rsidR="0085747A" w:rsidRPr="001A3A1A" w:rsidRDefault="00BC68A5" w:rsidP="001A3A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25688E" w:rsidRPr="009C54AE" w:rsidTr="0025688E">
        <w:tc>
          <w:tcPr>
            <w:tcW w:w="1962" w:type="dxa"/>
          </w:tcPr>
          <w:p w:rsidR="0025688E" w:rsidRPr="009C54AE" w:rsidRDefault="0025688E" w:rsidP="002568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441" w:type="dxa"/>
          </w:tcPr>
          <w:p w:rsidR="0025688E" w:rsidRPr="001A3A1A" w:rsidRDefault="008C0AE8" w:rsidP="001A3A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aktywność na zajęciach</w:t>
            </w:r>
          </w:p>
        </w:tc>
        <w:tc>
          <w:tcPr>
            <w:tcW w:w="2117" w:type="dxa"/>
          </w:tcPr>
          <w:p w:rsidR="0025688E" w:rsidRPr="001A3A1A" w:rsidRDefault="00BC68A5" w:rsidP="001A3A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197919" w:rsidRPr="009C54AE" w:rsidTr="0025688E">
        <w:tc>
          <w:tcPr>
            <w:tcW w:w="1962" w:type="dxa"/>
          </w:tcPr>
          <w:p w:rsidR="00197919" w:rsidRPr="009C54AE" w:rsidRDefault="00197919" w:rsidP="0019791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5441" w:type="dxa"/>
          </w:tcPr>
          <w:p w:rsidR="00197919" w:rsidRPr="001A3A1A" w:rsidRDefault="008C0AE8" w:rsidP="001A3A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projektowa po I semestrze zajęć</w:t>
            </w:r>
          </w:p>
        </w:tc>
        <w:tc>
          <w:tcPr>
            <w:tcW w:w="2117" w:type="dxa"/>
          </w:tcPr>
          <w:p w:rsidR="00197919" w:rsidRPr="001A3A1A" w:rsidRDefault="00197919" w:rsidP="001A3A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197919" w:rsidRPr="009C54AE" w:rsidTr="0025688E">
        <w:tc>
          <w:tcPr>
            <w:tcW w:w="1962" w:type="dxa"/>
          </w:tcPr>
          <w:p w:rsidR="00197919" w:rsidRPr="009C54AE" w:rsidRDefault="00197919" w:rsidP="0019791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5441" w:type="dxa"/>
          </w:tcPr>
          <w:p w:rsidR="00197919" w:rsidRPr="001A3A1A" w:rsidRDefault="008C0AE8" w:rsidP="001A3A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projektowa po II semestrze zajęć</w:t>
            </w:r>
          </w:p>
        </w:tc>
        <w:tc>
          <w:tcPr>
            <w:tcW w:w="2117" w:type="dxa"/>
          </w:tcPr>
          <w:p w:rsidR="00197919" w:rsidRPr="001A3A1A" w:rsidRDefault="00197919" w:rsidP="001A3A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197919" w:rsidRPr="009C54AE" w:rsidTr="0025688E">
        <w:tc>
          <w:tcPr>
            <w:tcW w:w="1962" w:type="dxa"/>
          </w:tcPr>
          <w:p w:rsidR="00197919" w:rsidRPr="009C54AE" w:rsidRDefault="00BD083E" w:rsidP="0019791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5441" w:type="dxa"/>
          </w:tcPr>
          <w:p w:rsidR="00197919" w:rsidRPr="001A3A1A" w:rsidRDefault="00197919" w:rsidP="001A3A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na zajęciach,  </w:t>
            </w:r>
          </w:p>
        </w:tc>
        <w:tc>
          <w:tcPr>
            <w:tcW w:w="2117" w:type="dxa"/>
          </w:tcPr>
          <w:p w:rsidR="00197919" w:rsidRPr="001A3A1A" w:rsidRDefault="00BD083E" w:rsidP="001A3A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25688E" w:rsidRPr="00BC68A5" w:rsidRDefault="0025688E" w:rsidP="00A26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68A5">
              <w:rPr>
                <w:rFonts w:ascii="Corbel" w:hAnsi="Corbel"/>
                <w:b w:val="0"/>
                <w:smallCaps w:val="0"/>
                <w:szCs w:val="24"/>
              </w:rPr>
              <w:t>Zaliczenie ćwiczeń:</w:t>
            </w:r>
            <w:r w:rsidRPr="00BC68A5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Ustalenie oceny zaliczeniowej na podstawie ocen cząstkowych za: </w:t>
            </w:r>
          </w:p>
          <w:p w:rsidR="0025688E" w:rsidRPr="00BC68A5" w:rsidRDefault="0025688E" w:rsidP="0025688E">
            <w:pPr>
              <w:pStyle w:val="Punktygwne"/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 w:rsidRPr="00BC68A5">
              <w:rPr>
                <w:rFonts w:ascii="Corbel" w:hAnsi="Corbel"/>
                <w:b w:val="0"/>
                <w:smallCaps w:val="0"/>
                <w:szCs w:val="24"/>
              </w:rPr>
              <w:t>- przygotowanie się do zajęć, aktywność</w:t>
            </w:r>
          </w:p>
          <w:p w:rsidR="0025688E" w:rsidRPr="00BC68A5" w:rsidRDefault="0025688E" w:rsidP="0025688E">
            <w:pPr>
              <w:pStyle w:val="Punktygwne"/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 w:rsidRPr="00BC68A5">
              <w:rPr>
                <w:rFonts w:ascii="Corbel" w:hAnsi="Corbel"/>
                <w:b w:val="0"/>
                <w:smallCaps w:val="0"/>
                <w:szCs w:val="24"/>
              </w:rPr>
              <w:t>- udział w dyskusji</w:t>
            </w:r>
          </w:p>
          <w:p w:rsidR="0025688E" w:rsidRPr="00BC68A5" w:rsidRDefault="0025688E" w:rsidP="0025688E">
            <w:pPr>
              <w:pStyle w:val="Punktygwne"/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 w:rsidRPr="00BC68A5"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="00BC68A5" w:rsidRPr="00BC68A5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 w:rsidRPr="00BC68A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:rsidR="0025688E" w:rsidRPr="00BC68A5" w:rsidRDefault="0025688E" w:rsidP="0025688E">
            <w:pPr>
              <w:pStyle w:val="Punktygwne"/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 w:rsidRPr="00BC68A5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="00087325">
              <w:rPr>
                <w:rFonts w:ascii="Corbel" w:hAnsi="Corbel"/>
                <w:b w:val="0"/>
                <w:smallCaps w:val="0"/>
                <w:szCs w:val="24"/>
              </w:rPr>
              <w:t xml:space="preserve">przygotowanie pracy projektowej po I </w:t>
            </w:r>
            <w:proofErr w:type="spellStart"/>
            <w:r w:rsidR="00087325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proofErr w:type="spellEnd"/>
            <w:r w:rsidR="00087325">
              <w:rPr>
                <w:rFonts w:ascii="Corbel" w:hAnsi="Corbel"/>
                <w:b w:val="0"/>
                <w:smallCaps w:val="0"/>
                <w:szCs w:val="24"/>
              </w:rPr>
              <w:t xml:space="preserve"> II semestrze zajęć</w:t>
            </w:r>
            <w:r w:rsidR="00BC68A5" w:rsidRPr="00BC68A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85747A" w:rsidRPr="009C54AE" w:rsidRDefault="0008732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 pisemny.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65226A" w:rsidP="009A1FC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32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1A3A1A" w:rsidP="009A1FC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</w:t>
            </w:r>
            <w:r w:rsidRPr="009C54AE"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ta</w:t>
            </w:r>
          </w:p>
          <w:p w:rsidR="00C61DC5" w:rsidRPr="009C54AE" w:rsidRDefault="00C61DC5" w:rsidP="001A3A1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BC68A5">
              <w:rPr>
                <w:rFonts w:ascii="Corbel" w:hAnsi="Corbel"/>
                <w:sz w:val="24"/>
                <w:szCs w:val="24"/>
              </w:rPr>
              <w:t>kolokwium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 w:rsidR="001A3A1A">
              <w:rPr>
                <w:rFonts w:ascii="Corbel" w:hAnsi="Corbel"/>
                <w:sz w:val="24"/>
                <w:szCs w:val="24"/>
              </w:rPr>
              <w:t xml:space="preserve">praca projektowa po I </w:t>
            </w:r>
            <w:proofErr w:type="spellStart"/>
            <w:r w:rsidR="001A3A1A">
              <w:rPr>
                <w:rFonts w:ascii="Corbel" w:hAnsi="Corbel"/>
                <w:sz w:val="24"/>
                <w:szCs w:val="24"/>
              </w:rPr>
              <w:t>i</w:t>
            </w:r>
            <w:proofErr w:type="spellEnd"/>
            <w:r w:rsidR="001A3A1A">
              <w:rPr>
                <w:rFonts w:ascii="Corbel" w:hAnsi="Corbel"/>
                <w:sz w:val="24"/>
                <w:szCs w:val="24"/>
              </w:rPr>
              <w:t xml:space="preserve"> II semestrze zajęć </w:t>
            </w:r>
            <w:r w:rsidR="00BC68A5">
              <w:rPr>
                <w:rFonts w:ascii="Corbel" w:hAnsi="Corbel"/>
                <w:sz w:val="24"/>
                <w:szCs w:val="24"/>
              </w:rPr>
              <w:t>przygot</w:t>
            </w:r>
            <w:r w:rsidR="00BC68A5">
              <w:rPr>
                <w:rFonts w:ascii="Corbel" w:hAnsi="Corbel"/>
                <w:sz w:val="24"/>
                <w:szCs w:val="24"/>
              </w:rPr>
              <w:t>o</w:t>
            </w:r>
            <w:r w:rsidR="00BC68A5">
              <w:rPr>
                <w:rFonts w:ascii="Corbel" w:hAnsi="Corbel"/>
                <w:sz w:val="24"/>
                <w:szCs w:val="24"/>
              </w:rPr>
              <w:t xml:space="preserve">wanie </w:t>
            </w:r>
            <w:r w:rsidR="001A3A1A">
              <w:rPr>
                <w:rFonts w:ascii="Corbel" w:hAnsi="Corbel"/>
                <w:sz w:val="24"/>
                <w:szCs w:val="24"/>
              </w:rPr>
              <w:t>się do egzaminu</w:t>
            </w:r>
            <w:r w:rsidR="00BD083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BF283F" w:rsidRDefault="00BF283F" w:rsidP="009A1FC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BF283F" w:rsidRDefault="00BF283F" w:rsidP="009A1FC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C61DC5" w:rsidRPr="009C54AE" w:rsidRDefault="001A3A1A" w:rsidP="009A1FC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65226A">
              <w:rPr>
                <w:rFonts w:ascii="Corbel" w:hAnsi="Corbel"/>
                <w:sz w:val="24"/>
                <w:szCs w:val="24"/>
              </w:rPr>
              <w:t>65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65226A" w:rsidP="009A1FC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  <w:r w:rsidR="007B412F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67739B" w:rsidP="009A1FC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135572" w:rsidRPr="009C54AE" w:rsidTr="0071620A">
        <w:trPr>
          <w:trHeight w:val="397"/>
        </w:trPr>
        <w:tc>
          <w:tcPr>
            <w:tcW w:w="7513" w:type="dxa"/>
          </w:tcPr>
          <w:p w:rsidR="00474A5E" w:rsidRPr="00B70E38" w:rsidRDefault="00474A5E" w:rsidP="00AE48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Literatura podstawowa:</w:t>
            </w:r>
          </w:p>
          <w:p w:rsidR="00474A5E" w:rsidRPr="00B70E38" w:rsidRDefault="00474A5E" w:rsidP="00A26025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Adamek I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 Edukacja wczesnoszkolna- zmiany, problemy w: Ku integra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l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ności edukacji wczesnoszkolnej, red. </w:t>
            </w: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E. Smak, S. Włoch, Opole 2011. </w:t>
            </w:r>
          </w:p>
          <w:p w:rsidR="00474A5E" w:rsidRPr="00B70E38" w:rsidRDefault="00474A5E" w:rsidP="00A26025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Bałachowicz</w:t>
            </w:r>
            <w:proofErr w:type="spellEnd"/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J., Witkowska –Tomaszewska Anna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, Edukacja wczesnos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kolna w dyskursie podmiotowości. Studium teoretyczno- empiryczne, Warszawa 2015</w:t>
            </w:r>
          </w:p>
          <w:p w:rsidR="00B70E38" w:rsidRPr="00B70E38" w:rsidRDefault="00B70E38" w:rsidP="00A26025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Bałachowicz</w:t>
            </w:r>
            <w:proofErr w:type="spellEnd"/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., Indywidualizacja jako postulat i konieczność współcz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snej edukacji początkowej; w: Dziecko -uczeń a wczesna edukacja, red</w:t>
            </w: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I. Adamek, Z. </w:t>
            </w:r>
            <w:proofErr w:type="spellStart"/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Zbróg</w:t>
            </w:r>
            <w:proofErr w:type="spellEnd"/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 Kraków 2011. </w:t>
            </w:r>
          </w:p>
          <w:p w:rsidR="00474A5E" w:rsidRPr="00B70E38" w:rsidRDefault="00474A5E" w:rsidP="00A26025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Bonar</w:t>
            </w:r>
            <w:proofErr w:type="spellEnd"/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., Rozwijanie twórczości uczniów klas początkowych poprzez z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a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dania dydaktyczne w toku kształcenia zintegrowanego, </w:t>
            </w: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Łódź 2008</w:t>
            </w:r>
          </w:p>
          <w:p w:rsidR="00474A5E" w:rsidRPr="00B70E38" w:rsidRDefault="00B70E38" w:rsidP="00A26025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</w:t>
            </w:r>
            <w:r w:rsidR="00474A5E"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adamska</w:t>
            </w:r>
            <w:proofErr w:type="spellEnd"/>
            <w:r w:rsidR="00474A5E"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</w:t>
            </w:r>
            <w:r w:rsidR="00474A5E"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="00474A5E"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, wykorzystanie metod aktywizujących w pracy z grupą, </w:t>
            </w:r>
            <w:r w:rsidR="00474A5E"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  <w:r w:rsidR="002C1BFF"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</w:t>
            </w:r>
            <w:r w:rsidR="00474A5E"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2C1BFF"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wartalnik </w:t>
            </w: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2C1BFF"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dukacyjny 2018/3 (94)</w:t>
            </w:r>
          </w:p>
          <w:p w:rsidR="00B70E38" w:rsidRPr="00B70E38" w:rsidRDefault="00B70E38" w:rsidP="00A26025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Gardner H., Inteligencje wielorakie. Nowe horyzonty w teorii i praktyce,  Warszawa 2009. </w:t>
            </w:r>
          </w:p>
          <w:p w:rsidR="00B70E38" w:rsidRPr="00B70E38" w:rsidRDefault="00B70E38" w:rsidP="00A26025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Limont</w:t>
            </w:r>
            <w:proofErr w:type="spellEnd"/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W.,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Uczeń zdolny. Jak go rozpoznać i jak z nim pracować, Sopot  2012.</w:t>
            </w:r>
          </w:p>
          <w:p w:rsidR="00087325" w:rsidRDefault="00B70E38" w:rsidP="00A26025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Malinowska J.,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Uczeń jako badacz w procesie edukacji w: Pedagogika wczesnoszkolna wobec zmieniających się kontekstów społecznych, red. M. Magda Adamowicz,  </w:t>
            </w:r>
            <w:proofErr w:type="spellStart"/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Kopaczyńska</w:t>
            </w:r>
            <w:proofErr w:type="spellEnd"/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, Toruń 2014</w:t>
            </w:r>
          </w:p>
          <w:p w:rsidR="00087325" w:rsidRPr="00087325" w:rsidRDefault="00087325" w:rsidP="00A26025">
            <w:pPr>
              <w:pStyle w:val="Akapitzlist"/>
              <w:numPr>
                <w:ilvl w:val="0"/>
                <w:numId w:val="3"/>
              </w:numPr>
              <w:spacing w:after="0"/>
              <w:ind w:left="318" w:hanging="318"/>
              <w:rPr>
                <w:rFonts w:ascii="Corbel" w:hAnsi="Corbel"/>
                <w:i/>
                <w:color w:val="000000"/>
                <w:sz w:val="24"/>
                <w:szCs w:val="24"/>
              </w:rPr>
            </w:pPr>
            <w:proofErr w:type="spellStart"/>
            <w:r w:rsidRPr="00087325">
              <w:rPr>
                <w:rFonts w:ascii="Corbel" w:hAnsi="Corbel"/>
                <w:color w:val="000000"/>
                <w:sz w:val="24"/>
                <w:szCs w:val="24"/>
              </w:rPr>
              <w:t>Muchacka</w:t>
            </w:r>
            <w:proofErr w:type="spellEnd"/>
            <w:r w:rsidRPr="00087325">
              <w:rPr>
                <w:rFonts w:ascii="Corbel" w:hAnsi="Corbel"/>
                <w:color w:val="000000"/>
                <w:sz w:val="24"/>
                <w:szCs w:val="24"/>
              </w:rPr>
              <w:t xml:space="preserve"> B., Czaja-</w:t>
            </w:r>
            <w:proofErr w:type="spellStart"/>
            <w:r w:rsidRPr="00087325">
              <w:rPr>
                <w:rFonts w:ascii="Corbel" w:hAnsi="Corbel"/>
                <w:color w:val="000000"/>
                <w:sz w:val="24"/>
                <w:szCs w:val="24"/>
              </w:rPr>
              <w:t>Chudyba</w:t>
            </w:r>
            <w:proofErr w:type="spellEnd"/>
            <w:r w:rsidRPr="00087325">
              <w:rPr>
                <w:rFonts w:ascii="Corbel" w:hAnsi="Corbel"/>
                <w:color w:val="000000"/>
                <w:sz w:val="24"/>
                <w:szCs w:val="24"/>
              </w:rPr>
              <w:t xml:space="preserve"> I</w:t>
            </w:r>
            <w:r w:rsidRPr="00087325">
              <w:rPr>
                <w:rFonts w:ascii="Corbel" w:hAnsi="Corbel"/>
                <w:i/>
                <w:color w:val="000000"/>
                <w:sz w:val="24"/>
                <w:szCs w:val="24"/>
              </w:rPr>
              <w:t xml:space="preserve">., Strategia wspierania strukturyzacji wiedzy dziecka w sytuacjach edukacyjnych, </w:t>
            </w:r>
            <w:r w:rsidRPr="00087325">
              <w:rPr>
                <w:rFonts w:ascii="Corbel" w:hAnsi="Corbel"/>
                <w:color w:val="000000"/>
                <w:sz w:val="24"/>
                <w:szCs w:val="24"/>
              </w:rPr>
              <w:t>Kraków 2007.</w:t>
            </w:r>
          </w:p>
          <w:p w:rsidR="002C1BFF" w:rsidRPr="00B70E38" w:rsidRDefault="00B70E38" w:rsidP="00A26025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</w:t>
            </w:r>
            <w:r w:rsidR="002C1BFF"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owak-</w:t>
            </w:r>
            <w:r w:rsidR="0008732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Ł</w:t>
            </w:r>
            <w:r w:rsidR="002C1BFF"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ojewska </w:t>
            </w:r>
            <w:r w:rsidR="0008732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A</w:t>
            </w:r>
            <w:r w:rsidR="002C1BFF"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., </w:t>
            </w:r>
            <w:r w:rsidR="0008732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</w:t>
            </w:r>
            <w:r w:rsidR="002C1BFF"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integrowane zadania w edukacji wczesnoszkolnej, </w:t>
            </w:r>
            <w:r w:rsidR="0008732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O.W</w:t>
            </w:r>
            <w:r w:rsidR="002C1BFF"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 </w:t>
            </w:r>
            <w:r w:rsidR="0008732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I</w:t>
            </w:r>
            <w:r w:rsidR="002C1BFF"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mpuls, 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Kraków</w:t>
            </w:r>
            <w:r w:rsidR="002C1BFF"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2004 </w:t>
            </w:r>
          </w:p>
          <w:p w:rsidR="00474A5E" w:rsidRPr="00B70E38" w:rsidRDefault="00474A5E" w:rsidP="00A26025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Oelszlaeger</w:t>
            </w:r>
            <w:proofErr w:type="spellEnd"/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</w:t>
            </w:r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</w:t>
            </w:r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zuścik </w:t>
            </w:r>
            <w:r w:rsid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</w:t>
            </w:r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proofErr w:type="spellStart"/>
            <w:r w:rsid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</w:t>
            </w:r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grodzka</w:t>
            </w:r>
            <w:proofErr w:type="spellEnd"/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  <w:r w:rsid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</w:t>
            </w:r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azur </w:t>
            </w:r>
            <w:r w:rsid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., </w:t>
            </w:r>
            <w:r w:rsidR="0008732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dukacja małego dzie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c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ka. </w:t>
            </w:r>
            <w:proofErr w:type="spellStart"/>
            <w:r w:rsidR="0008732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erunki</w:t>
            </w:r>
            <w:proofErr w:type="spellEnd"/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zmian w edukacji i stymulacji aktywności twórczej,</w:t>
            </w:r>
            <w:r w:rsidR="002C1BFF"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</w:t>
            </w:r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mpuls, </w:t>
            </w:r>
            <w:r w:rsid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raków 2017</w:t>
            </w:r>
          </w:p>
          <w:p w:rsidR="00474A5E" w:rsidRPr="00B70E38" w:rsidRDefault="00474A5E" w:rsidP="00A26025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Pedagogika wczesnoszkolna- dyskursy, problemy, rozwiązania</w:t>
            </w:r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red. Klus-Stańska D., </w:t>
            </w:r>
            <w:proofErr w:type="spellStart"/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Szczepska</w:t>
            </w:r>
            <w:proofErr w:type="spellEnd"/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-Pustkowska M., Warszawa 2009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(</w:t>
            </w:r>
            <w:proofErr w:type="spellStart"/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cz.I</w:t>
            </w:r>
            <w:proofErr w:type="spellEnd"/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- dyskursy).</w:t>
            </w:r>
          </w:p>
          <w:p w:rsidR="00474A5E" w:rsidRPr="00B70E38" w:rsidRDefault="00474A5E" w:rsidP="00A26025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Płóciennik Elżbieta,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Stymulowanie zdolności twórczych dziecka weryf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i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kacja techniki obrazów dynamicznych ,Łódź 2010</w:t>
            </w:r>
          </w:p>
          <w:p w:rsidR="002C1BFF" w:rsidRPr="00B70E38" w:rsidRDefault="00B70E38" w:rsidP="00A26025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Pusz S</w:t>
            </w:r>
            <w:r w:rsidR="002C1BFF"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., </w:t>
            </w:r>
            <w:r w:rsidR="0008732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G</w:t>
            </w:r>
            <w:r w:rsidR="002C1BFF"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ry dydaktyczne tworzone przez uczniów edukacji wczesnos</w:t>
            </w:r>
            <w:r w:rsidR="002C1BFF"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</w:t>
            </w:r>
            <w:r w:rsidR="002C1BFF"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kolnej, , </w:t>
            </w: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w: Kwartalnik Edukacyjny 2018/3 (94)</w:t>
            </w:r>
          </w:p>
          <w:p w:rsidR="00474A5E" w:rsidRPr="00B70E38" w:rsidRDefault="00474A5E" w:rsidP="00A26025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Skorecka L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., Stymulowanie postaw twórczych dzieci i nauczycieli w: Ku integralności edukacji wczesnoszkolnej, </w:t>
            </w: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red. E. Smak, S. Włoch, Opole </w:t>
            </w: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2011.</w:t>
            </w:r>
          </w:p>
          <w:p w:rsidR="00474A5E" w:rsidRPr="00B70E38" w:rsidRDefault="00474A5E" w:rsidP="00A26025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Szmidt</w:t>
            </w:r>
            <w:proofErr w:type="spellEnd"/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K.J.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, Pedagogika twórczości, </w:t>
            </w: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Gdańsk 2007</w:t>
            </w:r>
          </w:p>
          <w:p w:rsidR="00474A5E" w:rsidRPr="00B70E38" w:rsidRDefault="00474A5E" w:rsidP="00A26025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Uczenie metodą projektów, </w:t>
            </w: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red. D. </w:t>
            </w:r>
            <w:proofErr w:type="spellStart"/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Gołębniak</w:t>
            </w:r>
            <w:proofErr w:type="spellEnd"/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2002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</w:t>
            </w:r>
          </w:p>
          <w:p w:rsidR="00135572" w:rsidRPr="00B70E38" w:rsidRDefault="00474A5E" w:rsidP="00A26025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Wczesna edukacja dziecka. Implikacje do praktyki pedagogicznej, </w:t>
            </w:r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red. E. Dolata, S. Pusz, Rzeszów 2013</w:t>
            </w:r>
          </w:p>
        </w:tc>
      </w:tr>
      <w:tr w:rsidR="00135572" w:rsidRPr="009C54AE" w:rsidTr="0071620A">
        <w:trPr>
          <w:trHeight w:val="397"/>
        </w:trPr>
        <w:tc>
          <w:tcPr>
            <w:tcW w:w="7513" w:type="dxa"/>
          </w:tcPr>
          <w:p w:rsidR="00135572" w:rsidRPr="0067739B" w:rsidRDefault="00087325" w:rsidP="00AE48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L</w:t>
            </w:r>
            <w:r w:rsidR="00B70E38"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iteratura uzupełniająca: </w:t>
            </w:r>
          </w:p>
          <w:p w:rsidR="00B70E38" w:rsidRPr="0067739B" w:rsidRDefault="0067739B" w:rsidP="00A26025">
            <w:pPr>
              <w:pStyle w:val="Punktygwne"/>
              <w:numPr>
                <w:ilvl w:val="0"/>
                <w:numId w:val="9"/>
              </w:numPr>
              <w:spacing w:before="0" w:after="0"/>
              <w:ind w:left="318" w:hanging="284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</w:t>
            </w:r>
            <w:r w:rsidR="00B70E38" w:rsidRPr="0067739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roblemy edukacji wczesnoszkolnej.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I</w:t>
            </w:r>
            <w:r w:rsidR="00B70E38" w:rsidRPr="0067739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ndywidualizacja-socjalizacja -integracja, </w:t>
            </w:r>
            <w:r w:rsidR="00B70E38"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red. </w:t>
            </w:r>
            <w:r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B70E38"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</w:t>
            </w:r>
            <w:r w:rsidR="00B70E38"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krzetuska, </w:t>
            </w:r>
            <w:r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</w:t>
            </w:r>
            <w:r w:rsidR="00B70E38"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ublin  2011.</w:t>
            </w:r>
            <w:r w:rsidR="00B70E38" w:rsidRPr="0067739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</w:p>
          <w:p w:rsidR="00B70E38" w:rsidRPr="0067739B" w:rsidRDefault="0067739B" w:rsidP="00A26025">
            <w:pPr>
              <w:pStyle w:val="Punktygwne"/>
              <w:numPr>
                <w:ilvl w:val="0"/>
                <w:numId w:val="9"/>
              </w:numPr>
              <w:spacing w:before="0" w:after="0"/>
              <w:ind w:left="318" w:hanging="284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</w:t>
            </w:r>
            <w:r w:rsidR="00B70E38" w:rsidRPr="0067739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roblemy edukacji wczesnoszkolnej. indywidualizacja-uzdolnienia –refleksja nauczyciela, </w:t>
            </w:r>
            <w:r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red. E. Skrzetuska, Lublin  2011.</w:t>
            </w:r>
            <w:r w:rsidR="00B70E38" w:rsidRPr="0067739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 </w:t>
            </w:r>
          </w:p>
          <w:p w:rsidR="00135572" w:rsidRPr="009C54AE" w:rsidRDefault="0067739B" w:rsidP="00A26025">
            <w:pPr>
              <w:pStyle w:val="Punktygwne"/>
              <w:numPr>
                <w:ilvl w:val="0"/>
                <w:numId w:val="9"/>
              </w:numPr>
              <w:spacing w:before="0" w:after="0"/>
              <w:ind w:left="318" w:hanging="284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Ż</w:t>
            </w:r>
            <w:r w:rsidR="00B70E38"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ądło </w:t>
            </w:r>
            <w:r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</w:t>
            </w:r>
            <w:r w:rsidR="00B70E38"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="00B70E38" w:rsidRPr="0067739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I</w:t>
            </w:r>
            <w:r w:rsidR="00B70E38" w:rsidRPr="0067739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ndywidualizacja w edukacji wczesnoszkolnej, w: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</w:t>
            </w:r>
            <w:r w:rsidR="00B70E38" w:rsidRPr="0067739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ziecko -uczeń a wczesna edukacja </w:t>
            </w:r>
            <w:r w:rsidR="00B70E38"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red. </w:t>
            </w:r>
            <w:r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I. Adamek, Z. </w:t>
            </w:r>
            <w:proofErr w:type="spellStart"/>
            <w:r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</w:t>
            </w:r>
            <w:r w:rsidR="00B70E38"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bróg</w:t>
            </w:r>
            <w:proofErr w:type="spellEnd"/>
            <w:r w:rsidR="00B70E38"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B70E38"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raków 2011.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7FAC" w:rsidRDefault="00D17FAC" w:rsidP="00C16ABF">
      <w:pPr>
        <w:spacing w:after="0" w:line="240" w:lineRule="auto"/>
      </w:pPr>
      <w:r>
        <w:separator/>
      </w:r>
    </w:p>
  </w:endnote>
  <w:endnote w:type="continuationSeparator" w:id="0">
    <w:p w:rsidR="00D17FAC" w:rsidRDefault="00D17FA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7FAC" w:rsidRDefault="00D17FAC" w:rsidP="00C16ABF">
      <w:pPr>
        <w:spacing w:after="0" w:line="240" w:lineRule="auto"/>
      </w:pPr>
      <w:r>
        <w:separator/>
      </w:r>
    </w:p>
  </w:footnote>
  <w:footnote w:type="continuationSeparator" w:id="0">
    <w:p w:rsidR="00D17FAC" w:rsidRDefault="00D17FAC" w:rsidP="00C16ABF">
      <w:pPr>
        <w:spacing w:after="0" w:line="240" w:lineRule="auto"/>
      </w:pPr>
      <w:r>
        <w:continuationSeparator/>
      </w:r>
    </w:p>
  </w:footnote>
  <w:footnote w:id="1">
    <w:p w:rsidR="0010565C" w:rsidRDefault="0010565C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95164"/>
    <w:multiLevelType w:val="hybridMultilevel"/>
    <w:tmpl w:val="4F889F74"/>
    <w:lvl w:ilvl="0" w:tplc="D1065366">
      <w:start w:val="2"/>
      <w:numFmt w:val="upperLetter"/>
      <w:lvlText w:val="%1."/>
      <w:lvlJc w:val="left"/>
      <w:pPr>
        <w:ind w:left="45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0360D632">
      <w:start w:val="1"/>
      <w:numFmt w:val="lowerLetter"/>
      <w:lvlText w:val="%2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D624A97E">
      <w:start w:val="1"/>
      <w:numFmt w:val="lowerRoman"/>
      <w:lvlText w:val="%3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FB3CB294">
      <w:start w:val="1"/>
      <w:numFmt w:val="decimal"/>
      <w:lvlText w:val="%4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86783404">
      <w:start w:val="1"/>
      <w:numFmt w:val="lowerLetter"/>
      <w:lvlText w:val="%5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024A1DF0">
      <w:start w:val="1"/>
      <w:numFmt w:val="lowerRoman"/>
      <w:lvlText w:val="%6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F10604C0">
      <w:start w:val="1"/>
      <w:numFmt w:val="decimal"/>
      <w:lvlText w:val="%7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9B601768">
      <w:start w:val="1"/>
      <w:numFmt w:val="lowerLetter"/>
      <w:lvlText w:val="%8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3C0E47FA">
      <w:start w:val="1"/>
      <w:numFmt w:val="lowerRoman"/>
      <w:lvlText w:val="%9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>
    <w:nsid w:val="0C55547F"/>
    <w:multiLevelType w:val="hybridMultilevel"/>
    <w:tmpl w:val="A16424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49B3D5D"/>
    <w:multiLevelType w:val="hybridMultilevel"/>
    <w:tmpl w:val="94F851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4C02BFD"/>
    <w:multiLevelType w:val="hybridMultilevel"/>
    <w:tmpl w:val="AB0448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DD18FA"/>
    <w:multiLevelType w:val="hybridMultilevel"/>
    <w:tmpl w:val="E33AD9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B834BC"/>
    <w:multiLevelType w:val="hybridMultilevel"/>
    <w:tmpl w:val="3B0A6C64"/>
    <w:lvl w:ilvl="0" w:tplc="0E72AF94">
      <w:start w:val="1"/>
      <w:numFmt w:val="decimal"/>
      <w:lvlText w:val="%1."/>
      <w:lvlJc w:val="left"/>
      <w:pPr>
        <w:ind w:left="394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6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EB03797"/>
    <w:multiLevelType w:val="hybridMultilevel"/>
    <w:tmpl w:val="1264C92A"/>
    <w:lvl w:ilvl="0" w:tplc="929AB7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7"/>
  </w:num>
  <w:num w:numId="9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5084"/>
    <w:rsid w:val="00070ED6"/>
    <w:rsid w:val="000742DC"/>
    <w:rsid w:val="00084C12"/>
    <w:rsid w:val="00087325"/>
    <w:rsid w:val="0009462C"/>
    <w:rsid w:val="00094B12"/>
    <w:rsid w:val="00094D8B"/>
    <w:rsid w:val="00096C46"/>
    <w:rsid w:val="000A296F"/>
    <w:rsid w:val="000A2A28"/>
    <w:rsid w:val="000B192D"/>
    <w:rsid w:val="000B28EE"/>
    <w:rsid w:val="000B36A8"/>
    <w:rsid w:val="000B3E37"/>
    <w:rsid w:val="000D04B0"/>
    <w:rsid w:val="000E31D3"/>
    <w:rsid w:val="000F1C57"/>
    <w:rsid w:val="000F5615"/>
    <w:rsid w:val="001007A1"/>
    <w:rsid w:val="0010565C"/>
    <w:rsid w:val="00106B51"/>
    <w:rsid w:val="00124BFF"/>
    <w:rsid w:val="0012560E"/>
    <w:rsid w:val="00127108"/>
    <w:rsid w:val="00134B13"/>
    <w:rsid w:val="00135572"/>
    <w:rsid w:val="00135908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6203"/>
    <w:rsid w:val="001770C7"/>
    <w:rsid w:val="00187D00"/>
    <w:rsid w:val="00192F37"/>
    <w:rsid w:val="00197919"/>
    <w:rsid w:val="001A3A1A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029"/>
    <w:rsid w:val="00244ABC"/>
    <w:rsid w:val="00250745"/>
    <w:rsid w:val="0025688E"/>
    <w:rsid w:val="0027279A"/>
    <w:rsid w:val="00281FF2"/>
    <w:rsid w:val="002857DE"/>
    <w:rsid w:val="00290C21"/>
    <w:rsid w:val="00291567"/>
    <w:rsid w:val="002A22BF"/>
    <w:rsid w:val="002A2389"/>
    <w:rsid w:val="002A4F2A"/>
    <w:rsid w:val="002A671D"/>
    <w:rsid w:val="002B4D55"/>
    <w:rsid w:val="002B5EA0"/>
    <w:rsid w:val="002B6119"/>
    <w:rsid w:val="002C1BFF"/>
    <w:rsid w:val="002C1F06"/>
    <w:rsid w:val="002D3375"/>
    <w:rsid w:val="002D73D4"/>
    <w:rsid w:val="002E3507"/>
    <w:rsid w:val="002F02A3"/>
    <w:rsid w:val="002F4ABE"/>
    <w:rsid w:val="003018BA"/>
    <w:rsid w:val="0030395F"/>
    <w:rsid w:val="00305C92"/>
    <w:rsid w:val="003151C5"/>
    <w:rsid w:val="003314E8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4EFB"/>
    <w:rsid w:val="003D6CE2"/>
    <w:rsid w:val="003E1941"/>
    <w:rsid w:val="003E2FE6"/>
    <w:rsid w:val="003E49D5"/>
    <w:rsid w:val="003F1B52"/>
    <w:rsid w:val="003F38C0"/>
    <w:rsid w:val="004017B3"/>
    <w:rsid w:val="00414E3C"/>
    <w:rsid w:val="0042244A"/>
    <w:rsid w:val="0042745A"/>
    <w:rsid w:val="00431D5C"/>
    <w:rsid w:val="00432B68"/>
    <w:rsid w:val="00434BC0"/>
    <w:rsid w:val="004362C6"/>
    <w:rsid w:val="00437FA2"/>
    <w:rsid w:val="00445970"/>
    <w:rsid w:val="0045729E"/>
    <w:rsid w:val="00461EFC"/>
    <w:rsid w:val="00462BCB"/>
    <w:rsid w:val="00462E59"/>
    <w:rsid w:val="004652C2"/>
    <w:rsid w:val="004676FD"/>
    <w:rsid w:val="004706D1"/>
    <w:rsid w:val="00471326"/>
    <w:rsid w:val="00474A5E"/>
    <w:rsid w:val="0047598D"/>
    <w:rsid w:val="004840FD"/>
    <w:rsid w:val="00490F7D"/>
    <w:rsid w:val="00491678"/>
    <w:rsid w:val="004968E2"/>
    <w:rsid w:val="004A3600"/>
    <w:rsid w:val="004A3EEA"/>
    <w:rsid w:val="004A4D1F"/>
    <w:rsid w:val="004D03A5"/>
    <w:rsid w:val="004D5282"/>
    <w:rsid w:val="004F1551"/>
    <w:rsid w:val="004F55A3"/>
    <w:rsid w:val="0050496F"/>
    <w:rsid w:val="00505CDF"/>
    <w:rsid w:val="00510926"/>
    <w:rsid w:val="00513B6F"/>
    <w:rsid w:val="00517C63"/>
    <w:rsid w:val="00523748"/>
    <w:rsid w:val="00526C94"/>
    <w:rsid w:val="005363C4"/>
    <w:rsid w:val="00536BDE"/>
    <w:rsid w:val="00543ACC"/>
    <w:rsid w:val="00556F5F"/>
    <w:rsid w:val="0056696D"/>
    <w:rsid w:val="00573EF9"/>
    <w:rsid w:val="0059484D"/>
    <w:rsid w:val="0059614A"/>
    <w:rsid w:val="005A0855"/>
    <w:rsid w:val="005A2D4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226A"/>
    <w:rsid w:val="00654934"/>
    <w:rsid w:val="006620D9"/>
    <w:rsid w:val="006716E6"/>
    <w:rsid w:val="00671958"/>
    <w:rsid w:val="00675843"/>
    <w:rsid w:val="0067739B"/>
    <w:rsid w:val="00696477"/>
    <w:rsid w:val="006B434B"/>
    <w:rsid w:val="006C1EDB"/>
    <w:rsid w:val="006D050F"/>
    <w:rsid w:val="006D6139"/>
    <w:rsid w:val="006E5D65"/>
    <w:rsid w:val="006F090B"/>
    <w:rsid w:val="006F1282"/>
    <w:rsid w:val="006F1FBC"/>
    <w:rsid w:val="006F31E2"/>
    <w:rsid w:val="00706544"/>
    <w:rsid w:val="007072BA"/>
    <w:rsid w:val="00714107"/>
    <w:rsid w:val="0071620A"/>
    <w:rsid w:val="00724677"/>
    <w:rsid w:val="00725459"/>
    <w:rsid w:val="007327BD"/>
    <w:rsid w:val="00734608"/>
    <w:rsid w:val="0074398B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3E92"/>
    <w:rsid w:val="007B412F"/>
    <w:rsid w:val="007C3299"/>
    <w:rsid w:val="007C3BCC"/>
    <w:rsid w:val="007C4546"/>
    <w:rsid w:val="007D6E56"/>
    <w:rsid w:val="007F1652"/>
    <w:rsid w:val="007F4155"/>
    <w:rsid w:val="00803EB6"/>
    <w:rsid w:val="0081554D"/>
    <w:rsid w:val="0081707E"/>
    <w:rsid w:val="0081737D"/>
    <w:rsid w:val="008214B5"/>
    <w:rsid w:val="008449B3"/>
    <w:rsid w:val="00847721"/>
    <w:rsid w:val="00851C4C"/>
    <w:rsid w:val="0085747A"/>
    <w:rsid w:val="00865074"/>
    <w:rsid w:val="008817F3"/>
    <w:rsid w:val="00884922"/>
    <w:rsid w:val="00885F64"/>
    <w:rsid w:val="008917F9"/>
    <w:rsid w:val="008A45F7"/>
    <w:rsid w:val="008C0AE8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5385"/>
    <w:rsid w:val="00916188"/>
    <w:rsid w:val="00923D7D"/>
    <w:rsid w:val="00926DAB"/>
    <w:rsid w:val="009508DF"/>
    <w:rsid w:val="00950DAC"/>
    <w:rsid w:val="00954A07"/>
    <w:rsid w:val="00997F14"/>
    <w:rsid w:val="009A1FCD"/>
    <w:rsid w:val="009A78D9"/>
    <w:rsid w:val="009C1331"/>
    <w:rsid w:val="009C3E31"/>
    <w:rsid w:val="009C54AE"/>
    <w:rsid w:val="009C76F7"/>
    <w:rsid w:val="009C788E"/>
    <w:rsid w:val="009E0CB6"/>
    <w:rsid w:val="009E3B41"/>
    <w:rsid w:val="009F3C5C"/>
    <w:rsid w:val="009F4610"/>
    <w:rsid w:val="00A00ECC"/>
    <w:rsid w:val="00A03CBE"/>
    <w:rsid w:val="00A155EE"/>
    <w:rsid w:val="00A1798C"/>
    <w:rsid w:val="00A2245B"/>
    <w:rsid w:val="00A26025"/>
    <w:rsid w:val="00A30110"/>
    <w:rsid w:val="00A36899"/>
    <w:rsid w:val="00A371F6"/>
    <w:rsid w:val="00A43BF6"/>
    <w:rsid w:val="00A5180E"/>
    <w:rsid w:val="00A53FA5"/>
    <w:rsid w:val="00A54817"/>
    <w:rsid w:val="00A601C8"/>
    <w:rsid w:val="00A60799"/>
    <w:rsid w:val="00A84C85"/>
    <w:rsid w:val="00A97DE1"/>
    <w:rsid w:val="00AB053C"/>
    <w:rsid w:val="00AB4973"/>
    <w:rsid w:val="00AC2BF9"/>
    <w:rsid w:val="00AD1146"/>
    <w:rsid w:val="00AD27D3"/>
    <w:rsid w:val="00AD66D6"/>
    <w:rsid w:val="00AE1160"/>
    <w:rsid w:val="00AE203C"/>
    <w:rsid w:val="00AE2E74"/>
    <w:rsid w:val="00AE4804"/>
    <w:rsid w:val="00AE5FCB"/>
    <w:rsid w:val="00AF2C1E"/>
    <w:rsid w:val="00B06142"/>
    <w:rsid w:val="00B135B1"/>
    <w:rsid w:val="00B269C0"/>
    <w:rsid w:val="00B3130B"/>
    <w:rsid w:val="00B40ADB"/>
    <w:rsid w:val="00B43B77"/>
    <w:rsid w:val="00B43E80"/>
    <w:rsid w:val="00B607DB"/>
    <w:rsid w:val="00B66529"/>
    <w:rsid w:val="00B70E38"/>
    <w:rsid w:val="00B75946"/>
    <w:rsid w:val="00B77D36"/>
    <w:rsid w:val="00B8056E"/>
    <w:rsid w:val="00B819C8"/>
    <w:rsid w:val="00B82308"/>
    <w:rsid w:val="00B90885"/>
    <w:rsid w:val="00BB520A"/>
    <w:rsid w:val="00BC68A5"/>
    <w:rsid w:val="00BD083E"/>
    <w:rsid w:val="00BD3869"/>
    <w:rsid w:val="00BD66E9"/>
    <w:rsid w:val="00BD6FF4"/>
    <w:rsid w:val="00BF283F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5F0B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137B"/>
    <w:rsid w:val="00D02B25"/>
    <w:rsid w:val="00D02EBA"/>
    <w:rsid w:val="00D12A61"/>
    <w:rsid w:val="00D17C3C"/>
    <w:rsid w:val="00D17FAC"/>
    <w:rsid w:val="00D202D3"/>
    <w:rsid w:val="00D26B2C"/>
    <w:rsid w:val="00D352C9"/>
    <w:rsid w:val="00D425B2"/>
    <w:rsid w:val="00D428D6"/>
    <w:rsid w:val="00D44E56"/>
    <w:rsid w:val="00D4642A"/>
    <w:rsid w:val="00D552B2"/>
    <w:rsid w:val="00D608D1"/>
    <w:rsid w:val="00D74119"/>
    <w:rsid w:val="00D8075B"/>
    <w:rsid w:val="00D8678B"/>
    <w:rsid w:val="00DA2114"/>
    <w:rsid w:val="00DE09C0"/>
    <w:rsid w:val="00DE2EA8"/>
    <w:rsid w:val="00DE4A14"/>
    <w:rsid w:val="00DE5995"/>
    <w:rsid w:val="00DF320D"/>
    <w:rsid w:val="00DF71C8"/>
    <w:rsid w:val="00E129B8"/>
    <w:rsid w:val="00E21E7D"/>
    <w:rsid w:val="00E22FBC"/>
    <w:rsid w:val="00E24BF5"/>
    <w:rsid w:val="00E25338"/>
    <w:rsid w:val="00E41357"/>
    <w:rsid w:val="00E432B0"/>
    <w:rsid w:val="00E51E44"/>
    <w:rsid w:val="00E56519"/>
    <w:rsid w:val="00E63348"/>
    <w:rsid w:val="00E77E88"/>
    <w:rsid w:val="00E8107D"/>
    <w:rsid w:val="00E95F74"/>
    <w:rsid w:val="00E960BB"/>
    <w:rsid w:val="00EA2074"/>
    <w:rsid w:val="00EA4832"/>
    <w:rsid w:val="00EA4E9D"/>
    <w:rsid w:val="00EC4899"/>
    <w:rsid w:val="00ED03AB"/>
    <w:rsid w:val="00ED23C6"/>
    <w:rsid w:val="00ED32D2"/>
    <w:rsid w:val="00ED61F1"/>
    <w:rsid w:val="00EE32DE"/>
    <w:rsid w:val="00EE5457"/>
    <w:rsid w:val="00EF415F"/>
    <w:rsid w:val="00F070AB"/>
    <w:rsid w:val="00F17567"/>
    <w:rsid w:val="00F25BBB"/>
    <w:rsid w:val="00F27A7B"/>
    <w:rsid w:val="00F35FBC"/>
    <w:rsid w:val="00F526AF"/>
    <w:rsid w:val="00F617C3"/>
    <w:rsid w:val="00F7066B"/>
    <w:rsid w:val="00F83B28"/>
    <w:rsid w:val="00F9023C"/>
    <w:rsid w:val="00FA46E5"/>
    <w:rsid w:val="00FB7DBA"/>
    <w:rsid w:val="00FC1C25"/>
    <w:rsid w:val="00FC3F45"/>
    <w:rsid w:val="00FC6230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83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4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6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5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55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4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8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9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2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6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9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0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3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5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0246B2-7719-4005-824E-BDB43374C7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24</TotalTime>
  <Pages>1</Pages>
  <Words>1598</Words>
  <Characters>9590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21</cp:revision>
  <cp:lastPrinted>2019-02-06T12:12:00Z</cp:lastPrinted>
  <dcterms:created xsi:type="dcterms:W3CDTF">2019-10-19T19:59:00Z</dcterms:created>
  <dcterms:modified xsi:type="dcterms:W3CDTF">2021-09-28T09:39:00Z</dcterms:modified>
</cp:coreProperties>
</file>